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716754" w14:textId="77777777" w:rsidR="006E5D65" w:rsidRPr="006E23AC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6E23AC">
        <w:rPr>
          <w:rFonts w:ascii="Corbel" w:hAnsi="Corbel"/>
          <w:bCs/>
          <w:i/>
        </w:rPr>
        <w:t xml:space="preserve">Załącznik nr </w:t>
      </w:r>
      <w:r w:rsidR="006F31E2" w:rsidRPr="006E23AC">
        <w:rPr>
          <w:rFonts w:ascii="Corbel" w:hAnsi="Corbel"/>
          <w:bCs/>
          <w:i/>
        </w:rPr>
        <w:t>1.5</w:t>
      </w:r>
      <w:r w:rsidR="00D8678B" w:rsidRPr="006E23AC">
        <w:rPr>
          <w:rFonts w:ascii="Corbel" w:hAnsi="Corbel"/>
          <w:bCs/>
          <w:i/>
        </w:rPr>
        <w:t xml:space="preserve"> do Zarządzenia</w:t>
      </w:r>
      <w:r w:rsidR="002A22BF" w:rsidRPr="006E23AC">
        <w:rPr>
          <w:rFonts w:ascii="Corbel" w:hAnsi="Corbel"/>
          <w:bCs/>
          <w:i/>
        </w:rPr>
        <w:t xml:space="preserve"> Rektora </w:t>
      </w:r>
      <w:proofErr w:type="spellStart"/>
      <w:r w:rsidR="002A22BF" w:rsidRPr="006E23AC">
        <w:rPr>
          <w:rFonts w:ascii="Corbel" w:hAnsi="Corbel"/>
          <w:bCs/>
          <w:i/>
        </w:rPr>
        <w:t>UR</w:t>
      </w:r>
      <w:proofErr w:type="spellEnd"/>
      <w:r w:rsidR="002A22BF" w:rsidRPr="006E23AC">
        <w:rPr>
          <w:rFonts w:ascii="Corbel" w:hAnsi="Corbel"/>
          <w:bCs/>
          <w:i/>
        </w:rPr>
        <w:t xml:space="preserve"> </w:t>
      </w:r>
      <w:r w:rsidRPr="006E23AC">
        <w:rPr>
          <w:rFonts w:ascii="Corbel" w:hAnsi="Corbel"/>
          <w:bCs/>
          <w:i/>
        </w:rPr>
        <w:t xml:space="preserve"> nr </w:t>
      </w:r>
      <w:r w:rsidR="00F17567" w:rsidRPr="006E23AC">
        <w:rPr>
          <w:rFonts w:ascii="Corbel" w:hAnsi="Corbel"/>
          <w:bCs/>
          <w:i/>
        </w:rPr>
        <w:t>12/2019</w:t>
      </w:r>
    </w:p>
    <w:p w14:paraId="3995BE95" w14:textId="77777777" w:rsidR="0085747A" w:rsidRPr="006E23AC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6E23AC">
        <w:rPr>
          <w:rFonts w:ascii="Corbel" w:hAnsi="Corbel"/>
          <w:b/>
          <w:smallCaps/>
          <w:sz w:val="24"/>
          <w:szCs w:val="24"/>
        </w:rPr>
        <w:t>SYLABUS</w:t>
      </w:r>
    </w:p>
    <w:p w14:paraId="40BD3564" w14:textId="590B8337" w:rsidR="00DC6D0C" w:rsidRPr="006E23AC" w:rsidRDefault="0071620A" w:rsidP="0024281D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6E23AC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6E23A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6E23AC">
        <w:rPr>
          <w:rFonts w:ascii="Corbel" w:hAnsi="Corbel"/>
          <w:i/>
          <w:smallCaps/>
          <w:color w:val="000000" w:themeColor="text1"/>
          <w:sz w:val="24"/>
          <w:szCs w:val="24"/>
        </w:rPr>
        <w:t>202</w:t>
      </w:r>
      <w:r w:rsidR="00DF0015">
        <w:rPr>
          <w:rFonts w:ascii="Corbel" w:hAnsi="Corbel"/>
          <w:i/>
          <w:smallCaps/>
          <w:color w:val="000000" w:themeColor="text1"/>
          <w:sz w:val="24"/>
          <w:szCs w:val="24"/>
        </w:rPr>
        <w:t>1</w:t>
      </w:r>
      <w:r w:rsidR="00DC6D0C" w:rsidRPr="006E23AC">
        <w:rPr>
          <w:rFonts w:ascii="Corbel" w:hAnsi="Corbel"/>
          <w:i/>
          <w:smallCaps/>
          <w:color w:val="000000" w:themeColor="text1"/>
          <w:sz w:val="24"/>
          <w:szCs w:val="24"/>
        </w:rPr>
        <w:t>-202</w:t>
      </w:r>
      <w:r w:rsidR="00DF0015">
        <w:rPr>
          <w:rFonts w:ascii="Corbel" w:hAnsi="Corbel"/>
          <w:i/>
          <w:smallCaps/>
          <w:color w:val="000000" w:themeColor="text1"/>
          <w:sz w:val="24"/>
          <w:szCs w:val="24"/>
        </w:rPr>
        <w:t>3</w:t>
      </w:r>
      <w:r w:rsidR="00DC6D0C" w:rsidRPr="006E23AC">
        <w:rPr>
          <w:rFonts w:ascii="Corbel" w:hAnsi="Corbel"/>
          <w:i/>
          <w:smallCaps/>
          <w:color w:val="000000" w:themeColor="text1"/>
          <w:sz w:val="24"/>
          <w:szCs w:val="24"/>
        </w:rPr>
        <w:t xml:space="preserve"> </w:t>
      </w:r>
    </w:p>
    <w:p w14:paraId="35B6204F" w14:textId="53542184" w:rsidR="00445970" w:rsidRPr="006E23AC" w:rsidRDefault="00445970" w:rsidP="004A1B71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6E23AC">
        <w:rPr>
          <w:rFonts w:ascii="Corbel" w:hAnsi="Corbel"/>
          <w:sz w:val="20"/>
          <w:szCs w:val="20"/>
        </w:rPr>
        <w:t xml:space="preserve">Rok akademicki </w:t>
      </w:r>
      <w:r w:rsidR="0024281D" w:rsidRPr="006E23AC">
        <w:rPr>
          <w:rFonts w:ascii="Corbel" w:hAnsi="Corbel"/>
          <w:sz w:val="20"/>
          <w:szCs w:val="20"/>
        </w:rPr>
        <w:t>202</w:t>
      </w:r>
      <w:r w:rsidR="00DF0015">
        <w:rPr>
          <w:rFonts w:ascii="Corbel" w:hAnsi="Corbel"/>
          <w:sz w:val="20"/>
          <w:szCs w:val="20"/>
        </w:rPr>
        <w:t>2</w:t>
      </w:r>
      <w:r w:rsidR="0024281D" w:rsidRPr="006E23AC">
        <w:rPr>
          <w:rFonts w:ascii="Corbel" w:hAnsi="Corbel"/>
          <w:sz w:val="20"/>
          <w:szCs w:val="20"/>
        </w:rPr>
        <w:t>/202</w:t>
      </w:r>
      <w:r w:rsidR="00DF0015">
        <w:rPr>
          <w:rFonts w:ascii="Corbel" w:hAnsi="Corbel"/>
          <w:sz w:val="20"/>
          <w:szCs w:val="20"/>
        </w:rPr>
        <w:t>3</w:t>
      </w:r>
      <w:bookmarkStart w:id="0" w:name="_GoBack"/>
      <w:bookmarkEnd w:id="0"/>
    </w:p>
    <w:p w14:paraId="27024E84" w14:textId="77777777" w:rsidR="0085747A" w:rsidRPr="006E23AC" w:rsidRDefault="0085747A" w:rsidP="009C54AE">
      <w:pPr>
        <w:spacing w:after="0" w:line="240" w:lineRule="auto"/>
        <w:rPr>
          <w:rFonts w:ascii="Corbel" w:hAnsi="Corbel"/>
          <w:sz w:val="20"/>
          <w:szCs w:val="20"/>
        </w:rPr>
      </w:pPr>
    </w:p>
    <w:p w14:paraId="1E8AF34C" w14:textId="77777777" w:rsidR="0085747A" w:rsidRPr="006E23AC" w:rsidRDefault="0085747A" w:rsidP="004A1B71">
      <w:pPr>
        <w:pStyle w:val="Punktygwne"/>
        <w:numPr>
          <w:ilvl w:val="0"/>
          <w:numId w:val="3"/>
        </w:numPr>
        <w:spacing w:before="0" w:after="0"/>
        <w:ind w:left="426"/>
        <w:rPr>
          <w:rFonts w:ascii="Corbel" w:hAnsi="Corbel"/>
          <w:szCs w:val="24"/>
        </w:rPr>
      </w:pPr>
      <w:r w:rsidRPr="006E23AC">
        <w:rPr>
          <w:rFonts w:ascii="Corbel" w:hAnsi="Corbel"/>
          <w:szCs w:val="24"/>
        </w:rPr>
        <w:t xml:space="preserve">Podstawowe </w:t>
      </w:r>
      <w:r w:rsidR="00445970" w:rsidRPr="006E23AC">
        <w:rPr>
          <w:rFonts w:ascii="Corbel" w:hAnsi="Corbel"/>
          <w:szCs w:val="24"/>
        </w:rPr>
        <w:t>informacje o przedmiocie</w:t>
      </w:r>
    </w:p>
    <w:p w14:paraId="53A4802D" w14:textId="77777777" w:rsidR="004A1B71" w:rsidRPr="006E23AC" w:rsidRDefault="004A1B71" w:rsidP="004A1B71">
      <w:pPr>
        <w:pStyle w:val="Punktygwne"/>
        <w:spacing w:before="0" w:after="0"/>
        <w:ind w:left="720"/>
        <w:rPr>
          <w:rFonts w:ascii="Corbel" w:hAnsi="Corbel"/>
          <w:color w:val="0070C0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6E23AC" w14:paraId="52A8CE4A" w14:textId="77777777" w:rsidTr="004A1B71">
        <w:tc>
          <w:tcPr>
            <w:tcW w:w="2694" w:type="dxa"/>
            <w:vAlign w:val="center"/>
          </w:tcPr>
          <w:p w14:paraId="68D628D2" w14:textId="77777777" w:rsidR="0085747A" w:rsidRPr="006E23AC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AE8DE65" w14:textId="77777777" w:rsidR="0085747A" w:rsidRPr="006E23AC" w:rsidRDefault="005522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E23AC">
              <w:rPr>
                <w:rFonts w:ascii="Corbel" w:hAnsi="Corbel"/>
                <w:b w:val="0"/>
                <w:sz w:val="24"/>
                <w:szCs w:val="24"/>
              </w:rPr>
              <w:t>Gry decyzyjne</w:t>
            </w:r>
          </w:p>
        </w:tc>
      </w:tr>
      <w:tr w:rsidR="0085747A" w:rsidRPr="006E23AC" w14:paraId="7CE8088F" w14:textId="77777777" w:rsidTr="004A1B71">
        <w:tc>
          <w:tcPr>
            <w:tcW w:w="2694" w:type="dxa"/>
            <w:vAlign w:val="center"/>
          </w:tcPr>
          <w:p w14:paraId="30FEC1A1" w14:textId="77777777" w:rsidR="0085747A" w:rsidRPr="006E23AC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6E23AC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85701AC" w14:textId="77777777" w:rsidR="0085747A" w:rsidRPr="006E23AC" w:rsidRDefault="005522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E23AC">
              <w:rPr>
                <w:rFonts w:ascii="Corbel" w:hAnsi="Corbel"/>
                <w:b w:val="0"/>
                <w:sz w:val="24"/>
                <w:szCs w:val="24"/>
              </w:rPr>
              <w:t>E/II/</w:t>
            </w:r>
            <w:proofErr w:type="spellStart"/>
            <w:r w:rsidR="00805B6C" w:rsidRPr="006E23AC">
              <w:rPr>
                <w:rFonts w:ascii="Corbel" w:hAnsi="Corbel"/>
                <w:b w:val="0"/>
                <w:sz w:val="24"/>
                <w:szCs w:val="24"/>
              </w:rPr>
              <w:t>GFiR</w:t>
            </w:r>
            <w:proofErr w:type="spellEnd"/>
            <w:r w:rsidRPr="006E23AC">
              <w:rPr>
                <w:rFonts w:ascii="Corbel" w:hAnsi="Corbel"/>
                <w:b w:val="0"/>
                <w:sz w:val="24"/>
                <w:szCs w:val="24"/>
              </w:rPr>
              <w:t>/C.</w:t>
            </w:r>
            <w:r w:rsidR="00805B6C" w:rsidRPr="006E23AC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6E23AC" w14:paraId="22BE04B7" w14:textId="77777777" w:rsidTr="004A1B71">
        <w:tc>
          <w:tcPr>
            <w:tcW w:w="2694" w:type="dxa"/>
            <w:vAlign w:val="center"/>
          </w:tcPr>
          <w:p w14:paraId="6C9D576C" w14:textId="77777777" w:rsidR="0085747A" w:rsidRPr="006E23AC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N</w:t>
            </w:r>
            <w:r w:rsidR="0085747A" w:rsidRPr="006E23AC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6E23AC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B2FC5A4" w14:textId="77777777" w:rsidR="0085747A" w:rsidRPr="006E23A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E23AC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4A1B71" w:rsidRPr="006E23AC" w14:paraId="2C2886C4" w14:textId="77777777" w:rsidTr="004A1B71">
        <w:tc>
          <w:tcPr>
            <w:tcW w:w="2694" w:type="dxa"/>
            <w:vAlign w:val="center"/>
          </w:tcPr>
          <w:p w14:paraId="6EC795C1" w14:textId="77777777" w:rsidR="004A1B71" w:rsidRPr="006E23AC" w:rsidRDefault="004A1B71" w:rsidP="004A1B7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9C8EC92" w14:textId="77777777" w:rsidR="004A1B71" w:rsidRPr="006E23AC" w:rsidRDefault="004A1B71" w:rsidP="004A1B7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E23AC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6E23AC" w14:paraId="00C32AE0" w14:textId="77777777" w:rsidTr="004A1B71">
        <w:tc>
          <w:tcPr>
            <w:tcW w:w="2694" w:type="dxa"/>
            <w:vAlign w:val="center"/>
          </w:tcPr>
          <w:p w14:paraId="29C6CC12" w14:textId="77777777" w:rsidR="0085747A" w:rsidRPr="006E23A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A8F913A" w14:textId="77777777" w:rsidR="0085747A" w:rsidRPr="006E23AC" w:rsidRDefault="005522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E23AC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6E23AC" w14:paraId="20D7E356" w14:textId="77777777" w:rsidTr="004A1B71">
        <w:tc>
          <w:tcPr>
            <w:tcW w:w="2694" w:type="dxa"/>
            <w:vAlign w:val="center"/>
          </w:tcPr>
          <w:p w14:paraId="5A508DD1" w14:textId="77777777" w:rsidR="0085747A" w:rsidRPr="006E23AC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F5D7ED7" w14:textId="77777777" w:rsidR="0085747A" w:rsidRPr="006E23AC" w:rsidRDefault="004A1B7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E23AC">
              <w:rPr>
                <w:rFonts w:ascii="Corbel" w:hAnsi="Corbel"/>
                <w:b w:val="0"/>
                <w:sz w:val="24"/>
                <w:szCs w:val="24"/>
              </w:rPr>
              <w:t>Drugiego stopnia</w:t>
            </w:r>
          </w:p>
        </w:tc>
      </w:tr>
      <w:tr w:rsidR="0085747A" w:rsidRPr="006E23AC" w14:paraId="64DF2225" w14:textId="77777777" w:rsidTr="004A1B71">
        <w:tc>
          <w:tcPr>
            <w:tcW w:w="2694" w:type="dxa"/>
            <w:vAlign w:val="center"/>
          </w:tcPr>
          <w:p w14:paraId="15391CEE" w14:textId="77777777" w:rsidR="0085747A" w:rsidRPr="006E23A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B17A343" w14:textId="77777777" w:rsidR="0085747A" w:rsidRPr="006E23A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6E23AC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6E23AC" w14:paraId="5D67D65B" w14:textId="77777777" w:rsidTr="004A1B71">
        <w:tc>
          <w:tcPr>
            <w:tcW w:w="2694" w:type="dxa"/>
            <w:vAlign w:val="center"/>
          </w:tcPr>
          <w:p w14:paraId="5F2DD95B" w14:textId="77777777" w:rsidR="0085747A" w:rsidRPr="006E23A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CF851D2" w14:textId="7B372F41" w:rsidR="0085747A" w:rsidRPr="006E23AC" w:rsidRDefault="003E23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17512A" w:rsidRPr="006E23AC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6E23AC" w14:paraId="376847FE" w14:textId="77777777" w:rsidTr="004A1B71">
        <w:tc>
          <w:tcPr>
            <w:tcW w:w="2694" w:type="dxa"/>
            <w:vAlign w:val="center"/>
          </w:tcPr>
          <w:p w14:paraId="73973EA4" w14:textId="77777777" w:rsidR="0085747A" w:rsidRPr="006E23A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6E23AC">
              <w:rPr>
                <w:rFonts w:ascii="Corbel" w:hAnsi="Corbel"/>
                <w:sz w:val="24"/>
                <w:szCs w:val="24"/>
              </w:rPr>
              <w:t>/y</w:t>
            </w:r>
            <w:r w:rsidRPr="006E23AC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4B14C4" w14:textId="77777777" w:rsidR="0085747A" w:rsidRPr="006E23AC" w:rsidRDefault="005522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E23AC">
              <w:rPr>
                <w:rFonts w:ascii="Corbel" w:hAnsi="Corbel"/>
                <w:b w:val="0"/>
                <w:sz w:val="24"/>
                <w:szCs w:val="24"/>
              </w:rPr>
              <w:t>II/3</w:t>
            </w:r>
          </w:p>
        </w:tc>
      </w:tr>
      <w:tr w:rsidR="0085747A" w:rsidRPr="006E23AC" w14:paraId="01EB7543" w14:textId="77777777" w:rsidTr="004A1B71">
        <w:tc>
          <w:tcPr>
            <w:tcW w:w="2694" w:type="dxa"/>
            <w:vAlign w:val="center"/>
          </w:tcPr>
          <w:p w14:paraId="369EBC3B" w14:textId="77777777" w:rsidR="0085747A" w:rsidRPr="006E23A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2A7FEED" w14:textId="77777777" w:rsidR="0085747A" w:rsidRPr="006E23A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E23AC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6E23AC" w14:paraId="53660B41" w14:textId="77777777" w:rsidTr="004A1B71">
        <w:tc>
          <w:tcPr>
            <w:tcW w:w="2694" w:type="dxa"/>
            <w:vAlign w:val="center"/>
          </w:tcPr>
          <w:p w14:paraId="40FE306F" w14:textId="77777777" w:rsidR="00923D7D" w:rsidRPr="006E23AC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294D96C" w14:textId="77777777" w:rsidR="00923D7D" w:rsidRPr="006E23AC" w:rsidRDefault="005522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E23AC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 w:rsidRPr="006E23AC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6E23AC" w14:paraId="1BA02806" w14:textId="77777777" w:rsidTr="004A1B71">
        <w:tc>
          <w:tcPr>
            <w:tcW w:w="2694" w:type="dxa"/>
            <w:vAlign w:val="center"/>
          </w:tcPr>
          <w:p w14:paraId="0CCAA2BE" w14:textId="77777777" w:rsidR="0085747A" w:rsidRPr="006E23A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4D21C9A" w14:textId="77777777" w:rsidR="0085747A" w:rsidRPr="006E23AC" w:rsidRDefault="005522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E23AC">
              <w:rPr>
                <w:rFonts w:ascii="Corbel" w:hAnsi="Corbel"/>
                <w:b w:val="0"/>
                <w:sz w:val="24"/>
                <w:szCs w:val="24"/>
              </w:rPr>
              <w:t xml:space="preserve">Dr hab. Katarzyna Szara, prof. </w:t>
            </w:r>
            <w:proofErr w:type="spellStart"/>
            <w:r w:rsidRPr="006E23AC">
              <w:rPr>
                <w:rFonts w:ascii="Corbel" w:hAnsi="Corbel"/>
                <w:b w:val="0"/>
                <w:sz w:val="24"/>
                <w:szCs w:val="24"/>
              </w:rPr>
              <w:t>UR</w:t>
            </w:r>
            <w:proofErr w:type="spellEnd"/>
          </w:p>
        </w:tc>
      </w:tr>
      <w:tr w:rsidR="0085747A" w:rsidRPr="006E23AC" w14:paraId="13C14B0E" w14:textId="77777777" w:rsidTr="004A1B71">
        <w:tc>
          <w:tcPr>
            <w:tcW w:w="2694" w:type="dxa"/>
            <w:vAlign w:val="center"/>
          </w:tcPr>
          <w:p w14:paraId="6A2C2D1E" w14:textId="77777777" w:rsidR="0085747A" w:rsidRPr="006E23A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BCBC7EB" w14:textId="77777777" w:rsidR="0085747A" w:rsidRPr="006E23AC" w:rsidRDefault="005522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E23AC">
              <w:rPr>
                <w:rFonts w:ascii="Corbel" w:hAnsi="Corbel"/>
                <w:b w:val="0"/>
                <w:sz w:val="24"/>
                <w:szCs w:val="24"/>
              </w:rPr>
              <w:t xml:space="preserve">Dr hab. Katarzyna Szara, prof. </w:t>
            </w:r>
            <w:proofErr w:type="spellStart"/>
            <w:r w:rsidRPr="006E23AC">
              <w:rPr>
                <w:rFonts w:ascii="Corbel" w:hAnsi="Corbel"/>
                <w:b w:val="0"/>
                <w:sz w:val="24"/>
                <w:szCs w:val="24"/>
              </w:rPr>
              <w:t>UR</w:t>
            </w:r>
            <w:proofErr w:type="spellEnd"/>
          </w:p>
        </w:tc>
      </w:tr>
    </w:tbl>
    <w:p w14:paraId="796912E7" w14:textId="77777777" w:rsidR="0085747A" w:rsidRPr="006E23AC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6E23AC">
        <w:rPr>
          <w:rFonts w:ascii="Corbel" w:hAnsi="Corbel"/>
          <w:sz w:val="24"/>
          <w:szCs w:val="24"/>
        </w:rPr>
        <w:t xml:space="preserve">* </w:t>
      </w:r>
      <w:r w:rsidRPr="006E23AC">
        <w:rPr>
          <w:rFonts w:ascii="Corbel" w:hAnsi="Corbel"/>
          <w:i/>
          <w:sz w:val="24"/>
          <w:szCs w:val="24"/>
        </w:rPr>
        <w:t>-</w:t>
      </w:r>
      <w:proofErr w:type="spellStart"/>
      <w:r w:rsidR="00B90885" w:rsidRPr="006E23AC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6E23AC">
        <w:rPr>
          <w:rFonts w:ascii="Corbel" w:hAnsi="Corbel"/>
          <w:b w:val="0"/>
          <w:sz w:val="24"/>
          <w:szCs w:val="24"/>
        </w:rPr>
        <w:t>e,</w:t>
      </w:r>
      <w:r w:rsidRPr="006E23AC">
        <w:rPr>
          <w:rFonts w:ascii="Corbel" w:hAnsi="Corbel"/>
          <w:b w:val="0"/>
          <w:i/>
          <w:sz w:val="24"/>
          <w:szCs w:val="24"/>
        </w:rPr>
        <w:t>zgodnie</w:t>
      </w:r>
      <w:proofErr w:type="spellEnd"/>
      <w:r w:rsidRPr="006E23AC">
        <w:rPr>
          <w:rFonts w:ascii="Corbel" w:hAnsi="Corbel"/>
          <w:b w:val="0"/>
          <w:i/>
          <w:sz w:val="24"/>
          <w:szCs w:val="24"/>
        </w:rPr>
        <w:t xml:space="preserve"> z ustaleniami </w:t>
      </w:r>
      <w:r w:rsidR="00B90885" w:rsidRPr="006E23AC">
        <w:rPr>
          <w:rFonts w:ascii="Corbel" w:hAnsi="Corbel"/>
          <w:b w:val="0"/>
          <w:i/>
          <w:sz w:val="24"/>
          <w:szCs w:val="24"/>
        </w:rPr>
        <w:t>w Jednostce</w:t>
      </w:r>
    </w:p>
    <w:p w14:paraId="4F07184F" w14:textId="77777777" w:rsidR="0085747A" w:rsidRPr="006E23AC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6E23AC">
        <w:rPr>
          <w:rFonts w:ascii="Corbel" w:hAnsi="Corbel"/>
          <w:sz w:val="24"/>
          <w:szCs w:val="24"/>
        </w:rPr>
        <w:t>1.</w:t>
      </w:r>
      <w:r w:rsidR="00E22FBC" w:rsidRPr="006E23AC">
        <w:rPr>
          <w:rFonts w:ascii="Corbel" w:hAnsi="Corbel"/>
          <w:sz w:val="24"/>
          <w:szCs w:val="24"/>
        </w:rPr>
        <w:t>1</w:t>
      </w:r>
      <w:r w:rsidRPr="006E23AC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6E23AC">
        <w:rPr>
          <w:rFonts w:ascii="Corbel" w:hAnsi="Corbel"/>
          <w:sz w:val="24"/>
          <w:szCs w:val="24"/>
        </w:rPr>
        <w:t>ECTS</w:t>
      </w:r>
      <w:proofErr w:type="spellEnd"/>
      <w:r w:rsidRPr="006E23AC">
        <w:rPr>
          <w:rFonts w:ascii="Corbel" w:hAnsi="Corbel"/>
          <w:sz w:val="24"/>
          <w:szCs w:val="24"/>
        </w:rPr>
        <w:t xml:space="preserve"> </w:t>
      </w:r>
    </w:p>
    <w:p w14:paraId="5E3C7A38" w14:textId="77777777" w:rsidR="00923D7D" w:rsidRPr="006E23AC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0"/>
        <w:gridCol w:w="914"/>
        <w:gridCol w:w="789"/>
        <w:gridCol w:w="852"/>
        <w:gridCol w:w="802"/>
        <w:gridCol w:w="822"/>
        <w:gridCol w:w="764"/>
        <w:gridCol w:w="949"/>
        <w:gridCol w:w="1190"/>
        <w:gridCol w:w="1507"/>
      </w:tblGrid>
      <w:tr w:rsidR="00015B8F" w:rsidRPr="006E23AC" w14:paraId="37CC606E" w14:textId="77777777" w:rsidTr="004A1B71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9A948" w14:textId="77777777" w:rsidR="00015B8F" w:rsidRPr="006E23A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E23AC">
              <w:rPr>
                <w:rFonts w:ascii="Corbel" w:hAnsi="Corbel"/>
                <w:szCs w:val="24"/>
              </w:rPr>
              <w:t>Semestr</w:t>
            </w:r>
          </w:p>
          <w:p w14:paraId="4650216C" w14:textId="77777777" w:rsidR="00015B8F" w:rsidRPr="006E23AC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E23AC">
              <w:rPr>
                <w:rFonts w:ascii="Corbel" w:hAnsi="Corbel"/>
                <w:szCs w:val="24"/>
              </w:rPr>
              <w:t>(</w:t>
            </w:r>
            <w:r w:rsidR="00363F78" w:rsidRPr="006E23AC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1F0627" w14:textId="77777777" w:rsidR="00015B8F" w:rsidRPr="006E23A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E23AC">
              <w:rPr>
                <w:rFonts w:ascii="Corbel" w:hAnsi="Corbel"/>
                <w:szCs w:val="24"/>
              </w:rPr>
              <w:t>Wykł</w:t>
            </w:r>
            <w:proofErr w:type="spellEnd"/>
            <w:r w:rsidRPr="006E23A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3BB872" w14:textId="77777777" w:rsidR="00015B8F" w:rsidRPr="006E23A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E23AC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1FC2AF" w14:textId="77777777" w:rsidR="00015B8F" w:rsidRPr="006E23A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E23AC">
              <w:rPr>
                <w:rFonts w:ascii="Corbel" w:hAnsi="Corbel"/>
                <w:szCs w:val="24"/>
              </w:rPr>
              <w:t>Konw</w:t>
            </w:r>
            <w:proofErr w:type="spellEnd"/>
            <w:r w:rsidRPr="006E23A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7C822D" w14:textId="77777777" w:rsidR="00015B8F" w:rsidRPr="006E23A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E23AC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AC094" w14:textId="77777777" w:rsidR="00015B8F" w:rsidRPr="006E23A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E23AC">
              <w:rPr>
                <w:rFonts w:ascii="Corbel" w:hAnsi="Corbel"/>
                <w:szCs w:val="24"/>
              </w:rPr>
              <w:t>Sem</w:t>
            </w:r>
            <w:proofErr w:type="spellEnd"/>
            <w:r w:rsidRPr="006E23A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DACB81" w14:textId="77777777" w:rsidR="00015B8F" w:rsidRPr="006E23A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E23AC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BDD042" w14:textId="77777777" w:rsidR="00015B8F" w:rsidRPr="006E23A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E23AC">
              <w:rPr>
                <w:rFonts w:ascii="Corbel" w:hAnsi="Corbel"/>
                <w:szCs w:val="24"/>
              </w:rPr>
              <w:t>Prakt</w:t>
            </w:r>
            <w:proofErr w:type="spellEnd"/>
            <w:r w:rsidRPr="006E23A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EB36E3" w14:textId="77777777" w:rsidR="00015B8F" w:rsidRPr="006E23A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E23AC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A5842D" w14:textId="77777777" w:rsidR="00015B8F" w:rsidRPr="006E23A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6E23AC">
              <w:rPr>
                <w:rFonts w:ascii="Corbel" w:hAnsi="Corbel"/>
                <w:b/>
                <w:szCs w:val="24"/>
              </w:rPr>
              <w:t>Liczba pkt</w:t>
            </w:r>
            <w:r w:rsidR="00B90885" w:rsidRPr="006E23AC">
              <w:rPr>
                <w:rFonts w:ascii="Corbel" w:hAnsi="Corbel"/>
                <w:b/>
                <w:szCs w:val="24"/>
              </w:rPr>
              <w:t>.</w:t>
            </w:r>
            <w:r w:rsidRPr="006E23AC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6E23AC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6E23AC" w14:paraId="024E530B" w14:textId="77777777" w:rsidTr="004A1B71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C2AA3" w14:textId="77777777" w:rsidR="00015B8F" w:rsidRPr="006E23AC" w:rsidRDefault="0055221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C7E6B" w14:textId="77777777" w:rsidR="00015B8F" w:rsidRPr="006E23A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A8220" w14:textId="624E3B13" w:rsidR="00015B8F" w:rsidRPr="006E23AC" w:rsidRDefault="003E232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EC263" w14:textId="77777777" w:rsidR="00015B8F" w:rsidRPr="006E23A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45C16" w14:textId="77777777" w:rsidR="00015B8F" w:rsidRPr="006E23A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D6D1E" w14:textId="77777777" w:rsidR="00015B8F" w:rsidRPr="006E23A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FE96C" w14:textId="77777777" w:rsidR="00015B8F" w:rsidRPr="006E23A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A9FB0" w14:textId="77777777" w:rsidR="00015B8F" w:rsidRPr="006E23A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CF967" w14:textId="77777777" w:rsidR="00015B8F" w:rsidRPr="006E23A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8D5CA" w14:textId="77777777" w:rsidR="00015B8F" w:rsidRPr="006E23AC" w:rsidRDefault="00E51F0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1D48A5E" w14:textId="77777777" w:rsidR="00923D7D" w:rsidRPr="006E23AC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1CCEE0F" w14:textId="77777777" w:rsidR="0085747A" w:rsidRPr="006E23AC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6E23AC">
        <w:rPr>
          <w:rFonts w:ascii="Corbel" w:hAnsi="Corbel"/>
          <w:smallCaps w:val="0"/>
          <w:szCs w:val="24"/>
        </w:rPr>
        <w:t>1.</w:t>
      </w:r>
      <w:r w:rsidR="00E22FBC" w:rsidRPr="006E23AC">
        <w:rPr>
          <w:rFonts w:ascii="Corbel" w:hAnsi="Corbel"/>
          <w:smallCaps w:val="0"/>
          <w:szCs w:val="24"/>
        </w:rPr>
        <w:t>2</w:t>
      </w:r>
      <w:r w:rsidR="00F83B28" w:rsidRPr="006E23AC">
        <w:rPr>
          <w:rFonts w:ascii="Corbel" w:hAnsi="Corbel"/>
          <w:smallCaps w:val="0"/>
          <w:szCs w:val="24"/>
        </w:rPr>
        <w:t>.</w:t>
      </w:r>
      <w:r w:rsidR="00F83B28" w:rsidRPr="006E23AC">
        <w:rPr>
          <w:rFonts w:ascii="Corbel" w:hAnsi="Corbel"/>
          <w:smallCaps w:val="0"/>
          <w:szCs w:val="24"/>
        </w:rPr>
        <w:tab/>
      </w:r>
      <w:r w:rsidRPr="006E23AC">
        <w:rPr>
          <w:rFonts w:ascii="Corbel" w:hAnsi="Corbel"/>
          <w:smallCaps w:val="0"/>
          <w:szCs w:val="24"/>
        </w:rPr>
        <w:t xml:space="preserve">Sposób realizacji zajęć  </w:t>
      </w:r>
    </w:p>
    <w:p w14:paraId="4DD57F97" w14:textId="77777777" w:rsidR="004A1B71" w:rsidRPr="006E23AC" w:rsidRDefault="004A1B71" w:rsidP="004A1B7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E23AC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6E23AC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6E23AC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6E23AC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128CA6A7" w14:textId="77777777" w:rsidR="0085747A" w:rsidRPr="006E23AC" w:rsidRDefault="004A1B71" w:rsidP="004A1B71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 w:rsidRPr="006E23AC">
        <w:rPr>
          <w:rFonts w:ascii="MS Gothic" w:eastAsia="MS Gothic" w:hAnsi="MS Gothic" w:cs="MS Gothic" w:hint="eastAsia"/>
          <w:b w:val="0"/>
          <w:szCs w:val="24"/>
        </w:rPr>
        <w:t>☐</w:t>
      </w:r>
      <w:r w:rsidRPr="006E23AC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8E207EB" w14:textId="77777777" w:rsidR="004A1B71" w:rsidRPr="006E23AC" w:rsidRDefault="004A1B71" w:rsidP="004A1B71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256A580" w14:textId="77777777" w:rsidR="00E22FBC" w:rsidRPr="006E23A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6E23AC">
        <w:rPr>
          <w:rFonts w:ascii="Corbel" w:hAnsi="Corbel"/>
          <w:smallCaps w:val="0"/>
          <w:szCs w:val="24"/>
        </w:rPr>
        <w:t xml:space="preserve">1.3 </w:t>
      </w:r>
      <w:r w:rsidR="00F83B28" w:rsidRPr="006E23AC">
        <w:rPr>
          <w:rFonts w:ascii="Corbel" w:hAnsi="Corbel"/>
          <w:smallCaps w:val="0"/>
          <w:szCs w:val="24"/>
        </w:rPr>
        <w:tab/>
      </w:r>
      <w:r w:rsidRPr="006E23AC">
        <w:rPr>
          <w:rFonts w:ascii="Corbel" w:hAnsi="Corbel"/>
          <w:smallCaps w:val="0"/>
          <w:szCs w:val="24"/>
        </w:rPr>
        <w:t>For</w:t>
      </w:r>
      <w:r w:rsidR="00445970" w:rsidRPr="006E23AC">
        <w:rPr>
          <w:rFonts w:ascii="Corbel" w:hAnsi="Corbel"/>
          <w:smallCaps w:val="0"/>
          <w:szCs w:val="24"/>
        </w:rPr>
        <w:t xml:space="preserve">ma zaliczenia przedmiotu </w:t>
      </w:r>
      <w:r w:rsidRPr="006E23AC">
        <w:rPr>
          <w:rFonts w:ascii="Corbel" w:hAnsi="Corbel"/>
          <w:smallCaps w:val="0"/>
          <w:szCs w:val="24"/>
        </w:rPr>
        <w:t xml:space="preserve"> (z toku) </w:t>
      </w:r>
      <w:r w:rsidRPr="006E23AC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1180540" w14:textId="77777777" w:rsidR="00E51F0A" w:rsidRPr="006E23AC" w:rsidRDefault="00E51F0A" w:rsidP="004A1B71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 w:rsidRPr="006E23AC">
        <w:rPr>
          <w:rFonts w:ascii="Corbel" w:hAnsi="Corbel"/>
          <w:b w:val="0"/>
          <w:smallCaps w:val="0"/>
          <w:szCs w:val="24"/>
        </w:rPr>
        <w:t xml:space="preserve">Zaliczenie z oceną </w:t>
      </w:r>
    </w:p>
    <w:p w14:paraId="718E5BB6" w14:textId="77777777" w:rsidR="00E960BB" w:rsidRPr="006E23AC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D6151CB" w14:textId="77777777" w:rsidR="00E960BB" w:rsidRPr="006E23AC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6E23AC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6E23AC" w14:paraId="267EA379" w14:textId="77777777" w:rsidTr="00745302">
        <w:tc>
          <w:tcPr>
            <w:tcW w:w="9670" w:type="dxa"/>
          </w:tcPr>
          <w:p w14:paraId="198BE28B" w14:textId="77777777" w:rsidR="0085747A" w:rsidRPr="006E23AC" w:rsidRDefault="00E51F0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E23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podstawową wiedzę z zakresu ekonomii, finansów, zarządzania w zakresie funkcjonowania przedsiębiorstw.</w:t>
            </w:r>
          </w:p>
        </w:tc>
      </w:tr>
    </w:tbl>
    <w:p w14:paraId="63521C8A" w14:textId="77777777" w:rsidR="00153C41" w:rsidRPr="006E23AC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01DD430" w14:textId="77777777" w:rsidR="0085747A" w:rsidRPr="006E23AC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6E23AC">
        <w:rPr>
          <w:rFonts w:ascii="Corbel" w:hAnsi="Corbel"/>
          <w:szCs w:val="24"/>
        </w:rPr>
        <w:t>3.</w:t>
      </w:r>
      <w:r w:rsidR="00A84C85" w:rsidRPr="006E23AC">
        <w:rPr>
          <w:rFonts w:ascii="Corbel" w:hAnsi="Corbel"/>
          <w:szCs w:val="24"/>
        </w:rPr>
        <w:t>cele, efekty uczenia się</w:t>
      </w:r>
      <w:r w:rsidR="0085747A" w:rsidRPr="006E23AC">
        <w:rPr>
          <w:rFonts w:ascii="Corbel" w:hAnsi="Corbel"/>
          <w:szCs w:val="24"/>
        </w:rPr>
        <w:t>, treści Programowe i stosowane metody Dydaktyczne</w:t>
      </w:r>
    </w:p>
    <w:p w14:paraId="73623184" w14:textId="77777777" w:rsidR="0085747A" w:rsidRPr="006E23AC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9128D5E" w14:textId="77777777" w:rsidR="0085747A" w:rsidRPr="006E23AC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6E23AC">
        <w:rPr>
          <w:rFonts w:ascii="Corbel" w:hAnsi="Corbel"/>
          <w:sz w:val="24"/>
          <w:szCs w:val="24"/>
        </w:rPr>
        <w:t xml:space="preserve">3.1 </w:t>
      </w:r>
      <w:r w:rsidR="00C05F44" w:rsidRPr="006E23AC">
        <w:rPr>
          <w:rFonts w:ascii="Corbel" w:hAnsi="Corbel"/>
          <w:sz w:val="24"/>
          <w:szCs w:val="24"/>
        </w:rPr>
        <w:t>Cele przedmiotu</w:t>
      </w:r>
    </w:p>
    <w:p w14:paraId="77C5FEBA" w14:textId="77777777" w:rsidR="00F83B28" w:rsidRPr="006E23AC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E51F0A" w:rsidRPr="006E23AC" w14:paraId="5D7DBDEC" w14:textId="77777777" w:rsidTr="00E51F0A">
        <w:tc>
          <w:tcPr>
            <w:tcW w:w="845" w:type="dxa"/>
            <w:vAlign w:val="center"/>
          </w:tcPr>
          <w:p w14:paraId="01CA0C87" w14:textId="77777777" w:rsidR="00E51F0A" w:rsidRPr="006E23AC" w:rsidRDefault="00E51F0A" w:rsidP="00E51F0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E23AC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3F4F3A56" w14:textId="77777777" w:rsidR="00E51F0A" w:rsidRPr="006E23AC" w:rsidRDefault="00E51F0A" w:rsidP="00E51F0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E23AC">
              <w:rPr>
                <w:rFonts w:ascii="Corbel" w:hAnsi="Corbel"/>
                <w:b w:val="0"/>
                <w:sz w:val="24"/>
                <w:szCs w:val="24"/>
              </w:rPr>
              <w:t>Prezentacja podstawowych problemów funkcjonowania organizacji w kontekście ich sytuacji finansowej</w:t>
            </w:r>
          </w:p>
        </w:tc>
      </w:tr>
      <w:tr w:rsidR="00E51F0A" w:rsidRPr="006E23AC" w14:paraId="68E6ED02" w14:textId="77777777" w:rsidTr="00E51F0A">
        <w:tc>
          <w:tcPr>
            <w:tcW w:w="845" w:type="dxa"/>
            <w:vAlign w:val="center"/>
          </w:tcPr>
          <w:p w14:paraId="3BEBFEEC" w14:textId="77777777" w:rsidR="00E51F0A" w:rsidRPr="006E23AC" w:rsidRDefault="00E51F0A" w:rsidP="00E51F0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679F64B2" w14:textId="77777777" w:rsidR="00E51F0A" w:rsidRPr="006E23AC" w:rsidRDefault="00E51F0A" w:rsidP="00E51F0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E23AC">
              <w:rPr>
                <w:rFonts w:ascii="Corbel" w:hAnsi="Corbel"/>
                <w:b w:val="0"/>
                <w:sz w:val="24"/>
                <w:szCs w:val="24"/>
              </w:rPr>
              <w:t>Wypracowanie umiejętności rozwiązywania problemów indywidualnie i zespołowo</w:t>
            </w:r>
          </w:p>
        </w:tc>
      </w:tr>
      <w:tr w:rsidR="00E51F0A" w:rsidRPr="006E23AC" w14:paraId="1058AA35" w14:textId="77777777" w:rsidTr="00E51F0A">
        <w:tc>
          <w:tcPr>
            <w:tcW w:w="845" w:type="dxa"/>
            <w:vAlign w:val="center"/>
          </w:tcPr>
          <w:p w14:paraId="7E1F5897" w14:textId="77777777" w:rsidR="00E51F0A" w:rsidRPr="006E23AC" w:rsidRDefault="00E51F0A" w:rsidP="00E51F0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E23AC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13968428" w14:textId="77777777" w:rsidR="00E51F0A" w:rsidRPr="006E23AC" w:rsidRDefault="00E51F0A" w:rsidP="00E51F0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E23AC">
              <w:rPr>
                <w:rFonts w:ascii="Corbel" w:hAnsi="Corbel"/>
                <w:b w:val="0"/>
                <w:sz w:val="24"/>
                <w:szCs w:val="24"/>
              </w:rPr>
              <w:t>Wypracowanie umiejętności łączenia nabytej wiedzy w odniesieniu do zależności gospodarczych występujących w biznesie</w:t>
            </w:r>
          </w:p>
        </w:tc>
      </w:tr>
    </w:tbl>
    <w:p w14:paraId="34866528" w14:textId="77777777" w:rsidR="0085747A" w:rsidRPr="006E23A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2E38853" w14:textId="77777777" w:rsidR="001D7B54" w:rsidRPr="006E23AC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6E23AC">
        <w:rPr>
          <w:rFonts w:ascii="Corbel" w:hAnsi="Corbel"/>
          <w:b/>
          <w:sz w:val="24"/>
          <w:szCs w:val="24"/>
        </w:rPr>
        <w:t xml:space="preserve">3.2 </w:t>
      </w:r>
      <w:r w:rsidR="001D7B54" w:rsidRPr="006E23AC">
        <w:rPr>
          <w:rFonts w:ascii="Corbel" w:hAnsi="Corbel"/>
          <w:b/>
          <w:sz w:val="24"/>
          <w:szCs w:val="24"/>
        </w:rPr>
        <w:t xml:space="preserve">Efekty </w:t>
      </w:r>
      <w:r w:rsidR="00C05F44" w:rsidRPr="006E23AC">
        <w:rPr>
          <w:rFonts w:ascii="Corbel" w:hAnsi="Corbel"/>
          <w:b/>
          <w:sz w:val="24"/>
          <w:szCs w:val="24"/>
        </w:rPr>
        <w:t xml:space="preserve">uczenia się </w:t>
      </w:r>
      <w:r w:rsidR="001D7B54" w:rsidRPr="006E23AC">
        <w:rPr>
          <w:rFonts w:ascii="Corbel" w:hAnsi="Corbel"/>
          <w:b/>
          <w:sz w:val="24"/>
          <w:szCs w:val="24"/>
        </w:rPr>
        <w:t>dla przedmiotu</w:t>
      </w:r>
    </w:p>
    <w:p w14:paraId="0DF194FF" w14:textId="77777777" w:rsidR="001D7B54" w:rsidRPr="006E23AC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2"/>
        <w:gridCol w:w="6049"/>
        <w:gridCol w:w="1888"/>
      </w:tblGrid>
      <w:tr w:rsidR="0085747A" w:rsidRPr="006E23AC" w14:paraId="4ADE3D43" w14:textId="77777777" w:rsidTr="3FE39A7F">
        <w:tc>
          <w:tcPr>
            <w:tcW w:w="1681" w:type="dxa"/>
            <w:vAlign w:val="center"/>
          </w:tcPr>
          <w:p w14:paraId="07EDC100" w14:textId="77777777" w:rsidR="0085747A" w:rsidRPr="006E23A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E23AC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6E23AC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6E23AC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6E23AC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4711BF9E" w14:textId="77777777" w:rsidR="0085747A" w:rsidRPr="006E23AC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E23AC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6E23AC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6E23AC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0EF0E718" w14:textId="77777777" w:rsidR="0085747A" w:rsidRPr="006E23AC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E23AC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6E23AC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51F0A" w:rsidRPr="006E23AC" w14:paraId="7EE9D8B6" w14:textId="77777777" w:rsidTr="3FE39A7F">
        <w:tc>
          <w:tcPr>
            <w:tcW w:w="1681" w:type="dxa"/>
            <w:vAlign w:val="center"/>
          </w:tcPr>
          <w:p w14:paraId="4AE1205C" w14:textId="77777777" w:rsidR="00E51F0A" w:rsidRPr="006E23AC" w:rsidRDefault="00E51F0A" w:rsidP="004A1B7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E23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EK_01</w:t>
            </w:r>
          </w:p>
        </w:tc>
        <w:tc>
          <w:tcPr>
            <w:tcW w:w="5974" w:type="dxa"/>
          </w:tcPr>
          <w:p w14:paraId="39A34E47" w14:textId="77777777" w:rsidR="00E51F0A" w:rsidRPr="006E23AC" w:rsidRDefault="00E51F0A" w:rsidP="006E23A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E23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Rozpoznaje podstawowe zasady i koncepcje ekonomii w działalności gospodarczej</w:t>
            </w:r>
          </w:p>
        </w:tc>
        <w:tc>
          <w:tcPr>
            <w:tcW w:w="1865" w:type="dxa"/>
          </w:tcPr>
          <w:p w14:paraId="48FEC000" w14:textId="77777777" w:rsidR="00E51F0A" w:rsidRPr="006E23AC" w:rsidRDefault="00E51F0A" w:rsidP="00E51F0A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6E23AC">
              <w:rPr>
                <w:rFonts w:ascii="Corbel" w:hAnsi="Corbel" w:cs="Times New Roman"/>
              </w:rPr>
              <w:t>K_W0</w:t>
            </w:r>
            <w:r w:rsidR="0062004D" w:rsidRPr="006E23AC">
              <w:rPr>
                <w:rFonts w:ascii="Corbel" w:hAnsi="Corbel" w:cs="Times New Roman"/>
              </w:rPr>
              <w:t>1</w:t>
            </w:r>
          </w:p>
          <w:p w14:paraId="7018A167" w14:textId="77777777" w:rsidR="00E51F0A" w:rsidRPr="006E23AC" w:rsidRDefault="00E51F0A" w:rsidP="00E51F0A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6E23AC">
              <w:rPr>
                <w:rFonts w:ascii="Corbel" w:hAnsi="Corbel" w:cs="Times New Roman"/>
              </w:rPr>
              <w:t>K_W0</w:t>
            </w:r>
            <w:r w:rsidR="0062004D" w:rsidRPr="006E23AC">
              <w:rPr>
                <w:rFonts w:ascii="Corbel" w:hAnsi="Corbel" w:cs="Times New Roman"/>
              </w:rPr>
              <w:t>3</w:t>
            </w:r>
          </w:p>
          <w:p w14:paraId="7BF4F1B6" w14:textId="77777777" w:rsidR="00E51F0A" w:rsidRPr="006E23AC" w:rsidRDefault="00E51F0A" w:rsidP="00E51F0A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6E23AC">
              <w:rPr>
                <w:rFonts w:ascii="Corbel" w:hAnsi="Corbel" w:cs="Times New Roman"/>
              </w:rPr>
              <w:t>K_W</w:t>
            </w:r>
            <w:r w:rsidR="00AE2203">
              <w:rPr>
                <w:rFonts w:ascii="Corbel" w:hAnsi="Corbel" w:cs="Times New Roman"/>
              </w:rPr>
              <w:t>0</w:t>
            </w:r>
            <w:r w:rsidR="0062004D" w:rsidRPr="006E23AC">
              <w:rPr>
                <w:rFonts w:ascii="Corbel" w:hAnsi="Corbel" w:cs="Times New Roman"/>
              </w:rPr>
              <w:t>5</w:t>
            </w:r>
          </w:p>
        </w:tc>
      </w:tr>
      <w:tr w:rsidR="00E51F0A" w:rsidRPr="006E23AC" w14:paraId="5BB732A5" w14:textId="77777777" w:rsidTr="3FE39A7F">
        <w:tc>
          <w:tcPr>
            <w:tcW w:w="1681" w:type="dxa"/>
            <w:vAlign w:val="center"/>
          </w:tcPr>
          <w:p w14:paraId="6C2BB939" w14:textId="77777777" w:rsidR="00E51F0A" w:rsidRPr="006E23AC" w:rsidRDefault="00E51F0A" w:rsidP="004A1B7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E23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EK_02</w:t>
            </w:r>
          </w:p>
        </w:tc>
        <w:tc>
          <w:tcPr>
            <w:tcW w:w="5974" w:type="dxa"/>
          </w:tcPr>
          <w:p w14:paraId="646DAA54" w14:textId="77777777" w:rsidR="00E51F0A" w:rsidRPr="006E23AC" w:rsidRDefault="00E51F0A" w:rsidP="006E23A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E23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Objaśnia związki i procesy zachodzące w biznesie</w:t>
            </w:r>
          </w:p>
        </w:tc>
        <w:tc>
          <w:tcPr>
            <w:tcW w:w="1865" w:type="dxa"/>
          </w:tcPr>
          <w:p w14:paraId="5E2C44A3" w14:textId="77777777" w:rsidR="00E51F0A" w:rsidRPr="006E23AC" w:rsidRDefault="00E51F0A" w:rsidP="00E51F0A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6E23AC">
              <w:rPr>
                <w:rFonts w:ascii="Corbel" w:hAnsi="Corbel" w:cs="Times New Roman"/>
              </w:rPr>
              <w:t>K_W0</w:t>
            </w:r>
            <w:r w:rsidR="0062004D" w:rsidRPr="006E23AC">
              <w:rPr>
                <w:rFonts w:ascii="Corbel" w:hAnsi="Corbel" w:cs="Times New Roman"/>
              </w:rPr>
              <w:t>2</w:t>
            </w:r>
          </w:p>
          <w:p w14:paraId="6351FF2C" w14:textId="77777777" w:rsidR="00E51F0A" w:rsidRPr="006E23AC" w:rsidRDefault="00E51F0A" w:rsidP="00E51F0A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6E23AC">
              <w:rPr>
                <w:rFonts w:ascii="Corbel" w:hAnsi="Corbel" w:cs="Times New Roman"/>
              </w:rPr>
              <w:t>K_W0</w:t>
            </w:r>
            <w:r w:rsidR="0062004D" w:rsidRPr="006E23AC">
              <w:rPr>
                <w:rFonts w:ascii="Corbel" w:hAnsi="Corbel" w:cs="Times New Roman"/>
              </w:rPr>
              <w:t>6</w:t>
            </w:r>
          </w:p>
        </w:tc>
      </w:tr>
      <w:tr w:rsidR="00E51F0A" w:rsidRPr="006E23AC" w14:paraId="028B351D" w14:textId="77777777" w:rsidTr="3FE39A7F">
        <w:tc>
          <w:tcPr>
            <w:tcW w:w="1681" w:type="dxa"/>
            <w:vAlign w:val="center"/>
          </w:tcPr>
          <w:p w14:paraId="1E1EC0DB" w14:textId="77777777" w:rsidR="00E51F0A" w:rsidRPr="006E23AC" w:rsidRDefault="00E51F0A" w:rsidP="004A1B7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E23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EK_03</w:t>
            </w:r>
          </w:p>
        </w:tc>
        <w:tc>
          <w:tcPr>
            <w:tcW w:w="5974" w:type="dxa"/>
          </w:tcPr>
          <w:p w14:paraId="1CD94E07" w14:textId="77777777" w:rsidR="00E51F0A" w:rsidRPr="006E23AC" w:rsidRDefault="00E51F0A" w:rsidP="006E23A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E23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Przedstawia propozycję rozwiązań dla rozpoznanych warunków i sytuacji podmiotów gospodarczych</w:t>
            </w:r>
          </w:p>
        </w:tc>
        <w:tc>
          <w:tcPr>
            <w:tcW w:w="1865" w:type="dxa"/>
          </w:tcPr>
          <w:p w14:paraId="57932C6C" w14:textId="77777777" w:rsidR="00E51F0A" w:rsidRPr="006E23AC" w:rsidRDefault="00E51F0A" w:rsidP="00E51F0A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6E23AC">
              <w:rPr>
                <w:rFonts w:ascii="Corbel" w:hAnsi="Corbel" w:cs="Times New Roman"/>
              </w:rPr>
              <w:t>K_U01</w:t>
            </w:r>
          </w:p>
          <w:p w14:paraId="441C08D2" w14:textId="77777777" w:rsidR="00E51F0A" w:rsidRPr="006E23AC" w:rsidRDefault="00E51F0A" w:rsidP="006167CC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6E23AC">
              <w:rPr>
                <w:rFonts w:ascii="Corbel" w:hAnsi="Corbel" w:cs="Times New Roman"/>
              </w:rPr>
              <w:t>K_U0</w:t>
            </w:r>
            <w:r w:rsidR="0062004D" w:rsidRPr="006E23AC">
              <w:rPr>
                <w:rFonts w:ascii="Corbel" w:hAnsi="Corbel" w:cs="Times New Roman"/>
              </w:rPr>
              <w:t>2</w:t>
            </w:r>
          </w:p>
        </w:tc>
      </w:tr>
      <w:tr w:rsidR="00E51F0A" w:rsidRPr="006E23AC" w14:paraId="260C7B42" w14:textId="77777777" w:rsidTr="3FE39A7F">
        <w:tc>
          <w:tcPr>
            <w:tcW w:w="1681" w:type="dxa"/>
            <w:vAlign w:val="center"/>
          </w:tcPr>
          <w:p w14:paraId="31813E53" w14:textId="77777777" w:rsidR="00E51F0A" w:rsidRPr="006E23AC" w:rsidRDefault="00E51F0A" w:rsidP="3FE39A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006E23AC">
              <w:rPr>
                <w:rFonts w:ascii="Corbel" w:hAnsi="Corbel"/>
                <w:b w:val="0"/>
                <w:smallCaps w:val="0"/>
                <w:color w:val="000000" w:themeColor="text1"/>
              </w:rPr>
              <w:t>EK_0</w:t>
            </w:r>
            <w:r w:rsidR="6D724814" w:rsidRPr="006E23AC">
              <w:rPr>
                <w:rFonts w:ascii="Corbel" w:hAnsi="Corbel"/>
                <w:b w:val="0"/>
                <w:smallCaps w:val="0"/>
                <w:color w:val="000000" w:themeColor="text1"/>
              </w:rPr>
              <w:t>4</w:t>
            </w:r>
          </w:p>
        </w:tc>
        <w:tc>
          <w:tcPr>
            <w:tcW w:w="5974" w:type="dxa"/>
          </w:tcPr>
          <w:p w14:paraId="4640D71D" w14:textId="77777777" w:rsidR="00E51F0A" w:rsidRPr="006E23AC" w:rsidRDefault="00E51F0A" w:rsidP="006E23A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006E23AC">
              <w:rPr>
                <w:rFonts w:ascii="Corbel" w:hAnsi="Corbel"/>
                <w:b w:val="0"/>
                <w:smallCaps w:val="0"/>
                <w:color w:val="000000" w:themeColor="text1"/>
              </w:rPr>
              <w:t>Analizuje i przewiduje skutki podjętych decyzji dla realizacji działalności gospodarczej w tym finansów</w:t>
            </w:r>
          </w:p>
        </w:tc>
        <w:tc>
          <w:tcPr>
            <w:tcW w:w="1865" w:type="dxa"/>
          </w:tcPr>
          <w:p w14:paraId="40893FAA" w14:textId="2B4AA143" w:rsidR="0062004D" w:rsidRPr="006E23AC" w:rsidRDefault="114C0421" w:rsidP="3FE39A7F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6E23AC">
              <w:rPr>
                <w:rFonts w:ascii="Corbel" w:hAnsi="Corbel" w:cs="Times New Roman"/>
              </w:rPr>
              <w:t>K_U0</w:t>
            </w:r>
            <w:r w:rsidR="00C6283E">
              <w:rPr>
                <w:rFonts w:ascii="Corbel" w:hAnsi="Corbel" w:cs="Times New Roman"/>
              </w:rPr>
              <w:t>4</w:t>
            </w:r>
          </w:p>
          <w:p w14:paraId="6C5C2536" w14:textId="77777777" w:rsidR="0062004D" w:rsidRPr="006E23AC" w:rsidRDefault="00E51F0A" w:rsidP="00E51F0A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6E23AC">
              <w:rPr>
                <w:rFonts w:ascii="Corbel" w:hAnsi="Corbel" w:cs="Times New Roman"/>
              </w:rPr>
              <w:t>K_U0</w:t>
            </w:r>
            <w:r w:rsidR="0062004D" w:rsidRPr="006E23AC">
              <w:rPr>
                <w:rFonts w:ascii="Corbel" w:hAnsi="Corbel" w:cs="Times New Roman"/>
              </w:rPr>
              <w:t>6</w:t>
            </w:r>
          </w:p>
        </w:tc>
      </w:tr>
      <w:tr w:rsidR="3FE39A7F" w:rsidRPr="006E23AC" w14:paraId="79213816" w14:textId="77777777" w:rsidTr="3FE39A7F">
        <w:tc>
          <w:tcPr>
            <w:tcW w:w="1702" w:type="dxa"/>
            <w:vAlign w:val="center"/>
          </w:tcPr>
          <w:p w14:paraId="47E16985" w14:textId="77777777" w:rsidR="172E6863" w:rsidRPr="006E23AC" w:rsidRDefault="172E6863" w:rsidP="3FE39A7F">
            <w:pPr>
              <w:pStyle w:val="Punktygwne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6E23AC">
              <w:rPr>
                <w:rFonts w:ascii="Corbel" w:hAnsi="Corbel"/>
                <w:b w:val="0"/>
                <w:smallCaps w:val="0"/>
                <w:color w:val="000000" w:themeColor="text1"/>
              </w:rPr>
              <w:t>EK_05</w:t>
            </w:r>
          </w:p>
        </w:tc>
        <w:tc>
          <w:tcPr>
            <w:tcW w:w="6049" w:type="dxa"/>
          </w:tcPr>
          <w:p w14:paraId="2D99E54A" w14:textId="77777777" w:rsidR="172E6863" w:rsidRPr="006E23AC" w:rsidRDefault="172E6863" w:rsidP="006E23AC">
            <w:pPr>
              <w:pStyle w:val="Punktygwne"/>
              <w:jc w:val="both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6E23AC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Współdziała w grupie analizując problemy gospodarcze oraz prezentuje wnioski</w:t>
            </w:r>
          </w:p>
        </w:tc>
        <w:tc>
          <w:tcPr>
            <w:tcW w:w="1888" w:type="dxa"/>
          </w:tcPr>
          <w:p w14:paraId="03FE16C9" w14:textId="77777777" w:rsidR="580C816D" w:rsidRPr="006E23AC" w:rsidRDefault="580C816D" w:rsidP="3FE39A7F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6E23AC">
              <w:rPr>
                <w:rFonts w:ascii="Corbel" w:hAnsi="Corbel" w:cs="Times New Roman"/>
              </w:rPr>
              <w:t>K_U11</w:t>
            </w:r>
          </w:p>
          <w:p w14:paraId="45BCDAC3" w14:textId="77777777" w:rsidR="580C816D" w:rsidRPr="006E23AC" w:rsidRDefault="580C816D" w:rsidP="3FE39A7F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6E23AC">
              <w:rPr>
                <w:rFonts w:ascii="Corbel" w:hAnsi="Corbel" w:cs="Times New Roman"/>
              </w:rPr>
              <w:t>K_U12</w:t>
            </w:r>
          </w:p>
        </w:tc>
      </w:tr>
      <w:tr w:rsidR="00E51F0A" w:rsidRPr="006E23AC" w14:paraId="4F590A37" w14:textId="77777777" w:rsidTr="3FE39A7F">
        <w:tc>
          <w:tcPr>
            <w:tcW w:w="1681" w:type="dxa"/>
            <w:vAlign w:val="center"/>
          </w:tcPr>
          <w:p w14:paraId="0A71AE9D" w14:textId="77777777" w:rsidR="00E51F0A" w:rsidRPr="006E23AC" w:rsidRDefault="00E51F0A" w:rsidP="3FE39A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006E23AC">
              <w:rPr>
                <w:rFonts w:ascii="Corbel" w:hAnsi="Corbel"/>
                <w:b w:val="0"/>
                <w:smallCaps w:val="0"/>
                <w:color w:val="000000" w:themeColor="text1"/>
              </w:rPr>
              <w:t>EK_0</w:t>
            </w:r>
            <w:r w:rsidR="26D3B6F0" w:rsidRPr="006E23AC">
              <w:rPr>
                <w:rFonts w:ascii="Corbel" w:hAnsi="Corbel"/>
                <w:b w:val="0"/>
                <w:smallCaps w:val="0"/>
                <w:color w:val="000000" w:themeColor="text1"/>
              </w:rPr>
              <w:t>6</w:t>
            </w:r>
          </w:p>
        </w:tc>
        <w:tc>
          <w:tcPr>
            <w:tcW w:w="5974" w:type="dxa"/>
          </w:tcPr>
          <w:p w14:paraId="46447202" w14:textId="77777777" w:rsidR="00E51F0A" w:rsidRPr="006E23AC" w:rsidRDefault="00E51F0A" w:rsidP="006E23A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006E23AC">
              <w:rPr>
                <w:rFonts w:ascii="Corbel" w:hAnsi="Corbel"/>
                <w:b w:val="0"/>
                <w:smallCaps w:val="0"/>
                <w:color w:val="000000" w:themeColor="text1"/>
              </w:rPr>
              <w:t>Posiada świadomość znaczenia działalności gospodarczej realizowanej w różnych warunkach gospodarczych</w:t>
            </w:r>
          </w:p>
        </w:tc>
        <w:tc>
          <w:tcPr>
            <w:tcW w:w="1865" w:type="dxa"/>
          </w:tcPr>
          <w:p w14:paraId="4AD6A0AD" w14:textId="77777777" w:rsidR="00E51F0A" w:rsidRPr="006E23AC" w:rsidRDefault="00E51F0A" w:rsidP="0062004D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6E23AC">
              <w:rPr>
                <w:rFonts w:ascii="Corbel" w:hAnsi="Corbel" w:cs="Times New Roman"/>
              </w:rPr>
              <w:t>K_K01</w:t>
            </w:r>
          </w:p>
          <w:p w14:paraId="26DEE08B" w14:textId="77777777" w:rsidR="006167CC" w:rsidRPr="006E23AC" w:rsidRDefault="006167CC" w:rsidP="0062004D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6E23AC">
              <w:rPr>
                <w:rFonts w:ascii="Corbel" w:hAnsi="Corbel" w:cs="Times New Roman"/>
              </w:rPr>
              <w:t>K_K05</w:t>
            </w:r>
          </w:p>
        </w:tc>
      </w:tr>
    </w:tbl>
    <w:p w14:paraId="25E9B207" w14:textId="77777777" w:rsidR="0062004D" w:rsidRPr="006E23AC" w:rsidRDefault="0062004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15F8C6A" w14:textId="77777777" w:rsidR="0062004D" w:rsidRPr="006E23AC" w:rsidRDefault="0062004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9A7821" w14:textId="77777777" w:rsidR="0085747A" w:rsidRPr="006E23AC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6E23AC">
        <w:rPr>
          <w:rFonts w:ascii="Corbel" w:hAnsi="Corbel"/>
          <w:b/>
          <w:sz w:val="24"/>
          <w:szCs w:val="24"/>
        </w:rPr>
        <w:t>3.3</w:t>
      </w:r>
      <w:r w:rsidR="0085747A" w:rsidRPr="006E23AC">
        <w:rPr>
          <w:rFonts w:ascii="Corbel" w:hAnsi="Corbel"/>
          <w:b/>
          <w:sz w:val="24"/>
          <w:szCs w:val="24"/>
        </w:rPr>
        <w:t>T</w:t>
      </w:r>
      <w:r w:rsidR="001D7B54" w:rsidRPr="006E23AC">
        <w:rPr>
          <w:rFonts w:ascii="Corbel" w:hAnsi="Corbel"/>
          <w:b/>
          <w:sz w:val="24"/>
          <w:szCs w:val="24"/>
        </w:rPr>
        <w:t xml:space="preserve">reści programowe </w:t>
      </w:r>
    </w:p>
    <w:p w14:paraId="55FF579D" w14:textId="77777777" w:rsidR="0085747A" w:rsidRPr="006E23AC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6E23AC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6E23AC">
        <w:rPr>
          <w:rFonts w:ascii="Corbel" w:hAnsi="Corbel"/>
          <w:sz w:val="24"/>
          <w:szCs w:val="24"/>
        </w:rPr>
        <w:t xml:space="preserve">, </w:t>
      </w:r>
      <w:r w:rsidRPr="006E23AC">
        <w:rPr>
          <w:rFonts w:ascii="Corbel" w:hAnsi="Corbel"/>
          <w:sz w:val="24"/>
          <w:szCs w:val="24"/>
        </w:rPr>
        <w:t xml:space="preserve">zajęć praktycznych </w:t>
      </w:r>
    </w:p>
    <w:p w14:paraId="3FD102C5" w14:textId="77777777" w:rsidR="0085747A" w:rsidRPr="006E23AC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6E23AC" w14:paraId="284CBDB1" w14:textId="77777777" w:rsidTr="00E51F0A">
        <w:tc>
          <w:tcPr>
            <w:tcW w:w="9520" w:type="dxa"/>
          </w:tcPr>
          <w:p w14:paraId="50640626" w14:textId="77777777" w:rsidR="0085747A" w:rsidRPr="006E23AC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51F0A" w:rsidRPr="006E23AC" w14:paraId="1D167686" w14:textId="77777777" w:rsidTr="00E51F0A">
        <w:tc>
          <w:tcPr>
            <w:tcW w:w="9520" w:type="dxa"/>
          </w:tcPr>
          <w:p w14:paraId="2315F9A2" w14:textId="77777777" w:rsidR="00E51F0A" w:rsidRPr="006E23AC" w:rsidRDefault="00E51F0A" w:rsidP="00E51F0A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GRA 1 –  Gorączka złota</w:t>
            </w:r>
            <w:r w:rsidR="00B16D57" w:rsidRPr="006E23AC">
              <w:rPr>
                <w:rFonts w:ascii="Corbel" w:hAnsi="Corbel"/>
                <w:sz w:val="24"/>
                <w:szCs w:val="24"/>
              </w:rPr>
              <w:t xml:space="preserve"> lub „Zielone niebieskie”</w:t>
            </w:r>
            <w:r w:rsidRPr="006E23AC">
              <w:rPr>
                <w:rFonts w:ascii="Corbel" w:hAnsi="Corbel"/>
                <w:sz w:val="24"/>
                <w:szCs w:val="24"/>
              </w:rPr>
              <w:t>. Założenia efektywnej komunikacji w biznesie. Komunikacja werbalna i niewerbalna.</w:t>
            </w:r>
          </w:p>
        </w:tc>
      </w:tr>
      <w:tr w:rsidR="00E51F0A" w:rsidRPr="006E23AC" w14:paraId="4AB6AF55" w14:textId="77777777" w:rsidTr="00E51F0A">
        <w:tc>
          <w:tcPr>
            <w:tcW w:w="9520" w:type="dxa"/>
          </w:tcPr>
          <w:p w14:paraId="01CDAEC7" w14:textId="77777777" w:rsidR="00E51F0A" w:rsidRPr="006E23AC" w:rsidRDefault="00E51F0A" w:rsidP="00E51F0A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GRA 2 –  Twój czas</w:t>
            </w:r>
            <w:r w:rsidR="00B16D57" w:rsidRPr="006E23AC">
              <w:rPr>
                <w:rFonts w:ascii="Corbel" w:hAnsi="Corbel"/>
                <w:sz w:val="24"/>
                <w:szCs w:val="24"/>
              </w:rPr>
              <w:t xml:space="preserve"> lub Organizacja produkcji</w:t>
            </w:r>
            <w:r w:rsidRPr="006E23AC">
              <w:rPr>
                <w:rFonts w:ascii="Corbel" w:hAnsi="Corbel"/>
                <w:sz w:val="24"/>
                <w:szCs w:val="24"/>
              </w:rPr>
              <w:t>. Harmonogram realizacji zadań</w:t>
            </w:r>
            <w:r w:rsidR="00F948C1" w:rsidRPr="006E23AC">
              <w:rPr>
                <w:rFonts w:ascii="Corbel" w:hAnsi="Corbel"/>
                <w:sz w:val="24"/>
                <w:szCs w:val="24"/>
              </w:rPr>
              <w:t xml:space="preserve"> w czasie</w:t>
            </w:r>
            <w:r w:rsidRPr="006E23A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51F0A" w:rsidRPr="006E23AC" w14:paraId="5740D8B4" w14:textId="77777777" w:rsidTr="00E51F0A">
        <w:tc>
          <w:tcPr>
            <w:tcW w:w="9520" w:type="dxa"/>
          </w:tcPr>
          <w:p w14:paraId="5D711BB5" w14:textId="77777777" w:rsidR="00E51F0A" w:rsidRPr="006E23AC" w:rsidRDefault="00E51F0A" w:rsidP="00E51F0A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GRA 3 – Rybi biznes</w:t>
            </w:r>
            <w:r w:rsidR="00B16D57" w:rsidRPr="006E23AC">
              <w:rPr>
                <w:rFonts w:ascii="Corbel" w:hAnsi="Corbel"/>
                <w:sz w:val="24"/>
                <w:szCs w:val="24"/>
              </w:rPr>
              <w:t xml:space="preserve"> lub Prowadzenie gospodarki magazynowej</w:t>
            </w:r>
            <w:r w:rsidRPr="006E23AC">
              <w:rPr>
                <w:rFonts w:ascii="Corbel" w:hAnsi="Corbel"/>
                <w:sz w:val="24"/>
                <w:szCs w:val="24"/>
              </w:rPr>
              <w:t xml:space="preserve">. Prowadzenie działalności gospodarczej z uwzględnieniem społecznej odpowiedzialności biznesu. </w:t>
            </w:r>
          </w:p>
        </w:tc>
      </w:tr>
      <w:tr w:rsidR="00E51F0A" w:rsidRPr="006E23AC" w14:paraId="6A5532B5" w14:textId="77777777" w:rsidTr="00E51F0A">
        <w:tc>
          <w:tcPr>
            <w:tcW w:w="9520" w:type="dxa"/>
          </w:tcPr>
          <w:p w14:paraId="6DC64515" w14:textId="77777777" w:rsidR="00E51F0A" w:rsidRPr="006E23AC" w:rsidRDefault="00E51F0A" w:rsidP="00E51F0A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 xml:space="preserve">GRA4 – Budowa wieży lub </w:t>
            </w:r>
            <w:r w:rsidR="00B16D57" w:rsidRPr="006E23AC">
              <w:rPr>
                <w:rFonts w:ascii="Corbel" w:hAnsi="Corbel"/>
                <w:sz w:val="24"/>
                <w:szCs w:val="24"/>
              </w:rPr>
              <w:t>Organizacja zbytu</w:t>
            </w:r>
            <w:r w:rsidRPr="006E23AC">
              <w:rPr>
                <w:rFonts w:ascii="Corbel" w:hAnsi="Corbel"/>
                <w:sz w:val="24"/>
                <w:szCs w:val="24"/>
              </w:rPr>
              <w:t>. Planowanie strategiczne.</w:t>
            </w:r>
          </w:p>
        </w:tc>
      </w:tr>
    </w:tbl>
    <w:p w14:paraId="61874229" w14:textId="77777777" w:rsidR="0085747A" w:rsidRPr="006E23AC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D021B21" w14:textId="77777777" w:rsidR="0085747A" w:rsidRPr="006E23AC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6E23AC">
        <w:rPr>
          <w:rFonts w:ascii="Corbel" w:hAnsi="Corbel"/>
          <w:smallCaps w:val="0"/>
          <w:szCs w:val="24"/>
        </w:rPr>
        <w:t>3.4 Metody dydaktyczne</w:t>
      </w:r>
    </w:p>
    <w:p w14:paraId="74D77A9B" w14:textId="77777777" w:rsidR="00F9259B" w:rsidRPr="006E23AC" w:rsidRDefault="00E51F0A" w:rsidP="00F9259B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  <w:r w:rsidRPr="006E23AC">
        <w:rPr>
          <w:rFonts w:ascii="Corbel" w:hAnsi="Corbel"/>
          <w:b w:val="0"/>
          <w:smallCaps w:val="0"/>
          <w:szCs w:val="24"/>
        </w:rPr>
        <w:t xml:space="preserve">Ćwiczenia: </w:t>
      </w:r>
      <w:r w:rsidR="00F9259B" w:rsidRPr="006E23AC">
        <w:rPr>
          <w:rFonts w:ascii="Corbel" w:hAnsi="Corbel"/>
          <w:b w:val="0"/>
          <w:smallCaps w:val="0"/>
          <w:szCs w:val="24"/>
        </w:rPr>
        <w:t xml:space="preserve">gra dydaktyczna, praca indywidualna i w grupach,  dyskusja; w formie tradycyjnej lub realizowane przy pomocy platformy MS </w:t>
      </w:r>
      <w:proofErr w:type="spellStart"/>
      <w:r w:rsidR="00F9259B" w:rsidRPr="006E23AC">
        <w:rPr>
          <w:rFonts w:ascii="Corbel" w:hAnsi="Corbel"/>
          <w:b w:val="0"/>
          <w:smallCaps w:val="0"/>
          <w:szCs w:val="24"/>
        </w:rPr>
        <w:t>Teams</w:t>
      </w:r>
      <w:proofErr w:type="spellEnd"/>
      <w:r w:rsidR="00F9259B" w:rsidRPr="006E23AC">
        <w:rPr>
          <w:rFonts w:ascii="Corbel" w:hAnsi="Corbel"/>
          <w:b w:val="0"/>
          <w:smallCaps w:val="0"/>
          <w:szCs w:val="24"/>
        </w:rPr>
        <w:t>.</w:t>
      </w:r>
    </w:p>
    <w:p w14:paraId="0987804D" w14:textId="77777777" w:rsidR="00E960BB" w:rsidRPr="006E23AC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E51C458" w14:textId="77777777" w:rsidR="00E960BB" w:rsidRPr="006E23AC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1E62A8E" w14:textId="77777777" w:rsidR="00E960BB" w:rsidRPr="006E23AC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5FB411C" w14:textId="77777777" w:rsidR="0085747A" w:rsidRPr="006E23AC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6E23AC">
        <w:rPr>
          <w:rFonts w:ascii="Corbel" w:hAnsi="Corbel"/>
          <w:smallCaps w:val="0"/>
          <w:szCs w:val="24"/>
        </w:rPr>
        <w:t xml:space="preserve">4. </w:t>
      </w:r>
      <w:r w:rsidR="0085747A" w:rsidRPr="006E23AC">
        <w:rPr>
          <w:rFonts w:ascii="Corbel" w:hAnsi="Corbel"/>
          <w:smallCaps w:val="0"/>
          <w:szCs w:val="24"/>
        </w:rPr>
        <w:t>METODY I KRYTERIA OCENY</w:t>
      </w:r>
    </w:p>
    <w:p w14:paraId="52FD9980" w14:textId="77777777" w:rsidR="00923D7D" w:rsidRPr="006E23AC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5F6A488" w14:textId="77777777" w:rsidR="0085747A" w:rsidRPr="006E23AC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E23AC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6E23AC">
        <w:rPr>
          <w:rFonts w:ascii="Corbel" w:hAnsi="Corbel"/>
          <w:smallCaps w:val="0"/>
          <w:szCs w:val="24"/>
        </w:rPr>
        <w:t>uczenia się</w:t>
      </w:r>
    </w:p>
    <w:p w14:paraId="4212D7DD" w14:textId="77777777" w:rsidR="0085747A" w:rsidRPr="006E23A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6E23AC" w14:paraId="0060310E" w14:textId="77777777" w:rsidTr="3FE39A7F">
        <w:tc>
          <w:tcPr>
            <w:tcW w:w="1962" w:type="dxa"/>
            <w:vAlign w:val="center"/>
          </w:tcPr>
          <w:p w14:paraId="67F006AF" w14:textId="77777777" w:rsidR="0085747A" w:rsidRPr="006E23AC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E23AC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7E3D59C3" w14:textId="77777777" w:rsidR="0085747A" w:rsidRPr="006E23AC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E23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A98727" w14:textId="77777777" w:rsidR="0085747A" w:rsidRPr="006E23AC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E23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6E23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0CB299A5" w14:textId="77777777" w:rsidR="00923D7D" w:rsidRPr="006E23A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E23AC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ABD0471" w14:textId="77777777" w:rsidR="0085747A" w:rsidRPr="006E23A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E23AC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6E23AC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6E23AC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F5D29" w:rsidRPr="006E23AC" w14:paraId="00C831BC" w14:textId="77777777" w:rsidTr="3FE39A7F">
        <w:tc>
          <w:tcPr>
            <w:tcW w:w="1962" w:type="dxa"/>
          </w:tcPr>
          <w:p w14:paraId="05469CF0" w14:textId="77777777" w:rsidR="002F5D29" w:rsidRPr="006E23AC" w:rsidRDefault="004A1B71" w:rsidP="002F5D2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E23AC">
              <w:rPr>
                <w:rFonts w:ascii="Corbel" w:hAnsi="Corbel"/>
                <w:b w:val="0"/>
                <w:szCs w:val="24"/>
              </w:rPr>
              <w:t>E</w:t>
            </w:r>
            <w:r w:rsidR="002F5D29" w:rsidRPr="006E23AC">
              <w:rPr>
                <w:rFonts w:ascii="Corbel" w:hAnsi="Corbel"/>
                <w:b w:val="0"/>
                <w:szCs w:val="24"/>
              </w:rPr>
              <w:t xml:space="preserve">k_01 </w:t>
            </w:r>
          </w:p>
        </w:tc>
        <w:tc>
          <w:tcPr>
            <w:tcW w:w="5441" w:type="dxa"/>
          </w:tcPr>
          <w:p w14:paraId="00FF552C" w14:textId="77777777" w:rsidR="002F5D29" w:rsidRPr="006E23AC" w:rsidRDefault="002F5D29" w:rsidP="002F5D2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obserwacja w trakcie zajęć, kartkówka</w:t>
            </w:r>
          </w:p>
        </w:tc>
        <w:tc>
          <w:tcPr>
            <w:tcW w:w="2117" w:type="dxa"/>
          </w:tcPr>
          <w:p w14:paraId="5E731A63" w14:textId="77777777" w:rsidR="002F5D29" w:rsidRPr="006E23AC" w:rsidRDefault="002F5D29" w:rsidP="004A1B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E23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2F5D29" w:rsidRPr="006E23AC" w14:paraId="5F983F8F" w14:textId="77777777" w:rsidTr="3FE39A7F">
        <w:tc>
          <w:tcPr>
            <w:tcW w:w="1962" w:type="dxa"/>
          </w:tcPr>
          <w:p w14:paraId="1B28BB89" w14:textId="77777777" w:rsidR="002F5D29" w:rsidRPr="006E23AC" w:rsidRDefault="004A1B71" w:rsidP="002F5D2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E23AC">
              <w:rPr>
                <w:rFonts w:ascii="Corbel" w:hAnsi="Corbel"/>
                <w:b w:val="0"/>
                <w:szCs w:val="24"/>
              </w:rPr>
              <w:t>E</w:t>
            </w:r>
            <w:r w:rsidR="002F5D29" w:rsidRPr="006E23AC">
              <w:rPr>
                <w:rFonts w:ascii="Corbel" w:hAnsi="Corbel"/>
                <w:b w:val="0"/>
                <w:szCs w:val="24"/>
              </w:rPr>
              <w:t>k_02</w:t>
            </w:r>
          </w:p>
        </w:tc>
        <w:tc>
          <w:tcPr>
            <w:tcW w:w="5441" w:type="dxa"/>
          </w:tcPr>
          <w:p w14:paraId="04AF4021" w14:textId="77777777" w:rsidR="002F5D29" w:rsidRPr="006E23AC" w:rsidRDefault="002F5D29" w:rsidP="002F5D2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obserwacja w trakcie zajęć, kartkówka</w:t>
            </w:r>
          </w:p>
        </w:tc>
        <w:tc>
          <w:tcPr>
            <w:tcW w:w="2117" w:type="dxa"/>
          </w:tcPr>
          <w:p w14:paraId="523BEA4C" w14:textId="77777777" w:rsidR="002F5D29" w:rsidRPr="006E23AC" w:rsidRDefault="002F5D29" w:rsidP="004A1B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E23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2F5D29" w:rsidRPr="006E23AC" w14:paraId="28A1AB9D" w14:textId="77777777" w:rsidTr="3FE39A7F">
        <w:tc>
          <w:tcPr>
            <w:tcW w:w="1962" w:type="dxa"/>
          </w:tcPr>
          <w:p w14:paraId="6ECB404A" w14:textId="77777777" w:rsidR="002F5D29" w:rsidRPr="006E23AC" w:rsidRDefault="002F5D29" w:rsidP="002F5D2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E23AC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066E53F1" w14:textId="77777777" w:rsidR="002F5D29" w:rsidRPr="006E23AC" w:rsidRDefault="002F5D29" w:rsidP="002F5D2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5196FE2B" w14:textId="77777777" w:rsidR="002F5D29" w:rsidRPr="006E23AC" w:rsidRDefault="002F5D29" w:rsidP="004A1B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E23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2F5D29" w:rsidRPr="006E23AC" w14:paraId="50C825D0" w14:textId="77777777" w:rsidTr="3FE39A7F">
        <w:tc>
          <w:tcPr>
            <w:tcW w:w="1962" w:type="dxa"/>
          </w:tcPr>
          <w:p w14:paraId="5D416067" w14:textId="77777777" w:rsidR="002F5D29" w:rsidRPr="006E23AC" w:rsidRDefault="7261B18A" w:rsidP="3FE39A7F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6E23AC">
              <w:rPr>
                <w:rFonts w:ascii="Corbel" w:hAnsi="Corbel"/>
                <w:b w:val="0"/>
              </w:rPr>
              <w:t>Ek_04</w:t>
            </w:r>
          </w:p>
        </w:tc>
        <w:tc>
          <w:tcPr>
            <w:tcW w:w="5441" w:type="dxa"/>
          </w:tcPr>
          <w:p w14:paraId="301C3C5D" w14:textId="77777777" w:rsidR="002F5D29" w:rsidRPr="006E23AC" w:rsidRDefault="002F5D29" w:rsidP="002F5D2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464499AC" w14:textId="77777777" w:rsidR="002F5D29" w:rsidRPr="006E23AC" w:rsidRDefault="002F5D29" w:rsidP="004A1B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E23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3FE39A7F" w:rsidRPr="006E23AC" w14:paraId="610E1713" w14:textId="77777777" w:rsidTr="3FE39A7F">
        <w:tc>
          <w:tcPr>
            <w:tcW w:w="1962" w:type="dxa"/>
          </w:tcPr>
          <w:p w14:paraId="295F7D99" w14:textId="77777777" w:rsidR="3FE39A7F" w:rsidRPr="006E23AC" w:rsidRDefault="3FE39A7F" w:rsidP="3FE39A7F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6E23AC">
              <w:rPr>
                <w:rFonts w:ascii="Corbel" w:hAnsi="Corbel"/>
                <w:b w:val="0"/>
              </w:rPr>
              <w:t>Ek_0</w:t>
            </w:r>
            <w:r w:rsidR="048067ED" w:rsidRPr="006E23AC">
              <w:rPr>
                <w:rFonts w:ascii="Corbel" w:hAnsi="Corbel"/>
                <w:b w:val="0"/>
              </w:rPr>
              <w:t>5</w:t>
            </w:r>
          </w:p>
        </w:tc>
        <w:tc>
          <w:tcPr>
            <w:tcW w:w="5441" w:type="dxa"/>
          </w:tcPr>
          <w:p w14:paraId="4F6212AD" w14:textId="77777777" w:rsidR="3FE39A7F" w:rsidRPr="006E23AC" w:rsidRDefault="3FE39A7F" w:rsidP="3FE39A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00734441" w14:textId="77777777" w:rsidR="3FE39A7F" w:rsidRPr="006E23AC" w:rsidRDefault="3FE39A7F" w:rsidP="3FE39A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6E23AC">
              <w:rPr>
                <w:rFonts w:ascii="Corbel" w:hAnsi="Corbel"/>
                <w:b w:val="0"/>
                <w:smallCaps w:val="0"/>
                <w:color w:val="000000" w:themeColor="text1"/>
              </w:rPr>
              <w:t>ćwiczenia</w:t>
            </w:r>
          </w:p>
        </w:tc>
      </w:tr>
      <w:tr w:rsidR="3FE39A7F" w:rsidRPr="006E23AC" w14:paraId="74C7AE9D" w14:textId="77777777" w:rsidTr="3FE39A7F">
        <w:tc>
          <w:tcPr>
            <w:tcW w:w="1962" w:type="dxa"/>
          </w:tcPr>
          <w:p w14:paraId="74982D36" w14:textId="77777777" w:rsidR="3FE39A7F" w:rsidRPr="006E23AC" w:rsidRDefault="3FE39A7F" w:rsidP="3FE39A7F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6E23AC">
              <w:rPr>
                <w:rFonts w:ascii="Corbel" w:hAnsi="Corbel"/>
                <w:b w:val="0"/>
              </w:rPr>
              <w:t>Ek_0</w:t>
            </w:r>
            <w:r w:rsidR="3AEA9AE2" w:rsidRPr="006E23AC">
              <w:rPr>
                <w:rFonts w:ascii="Corbel" w:hAnsi="Corbel"/>
                <w:b w:val="0"/>
              </w:rPr>
              <w:t>6</w:t>
            </w:r>
          </w:p>
        </w:tc>
        <w:tc>
          <w:tcPr>
            <w:tcW w:w="5441" w:type="dxa"/>
          </w:tcPr>
          <w:p w14:paraId="0D0B58D9" w14:textId="77777777" w:rsidR="3FE39A7F" w:rsidRPr="006E23AC" w:rsidRDefault="3FE39A7F" w:rsidP="3FE39A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075C236D" w14:textId="77777777" w:rsidR="3FE39A7F" w:rsidRPr="006E23AC" w:rsidRDefault="3FE39A7F" w:rsidP="3FE39A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6E23AC">
              <w:rPr>
                <w:rFonts w:ascii="Corbel" w:hAnsi="Corbel"/>
                <w:b w:val="0"/>
                <w:smallCaps w:val="0"/>
                <w:color w:val="000000" w:themeColor="text1"/>
              </w:rPr>
              <w:t>ćwiczenia</w:t>
            </w:r>
          </w:p>
        </w:tc>
      </w:tr>
    </w:tbl>
    <w:p w14:paraId="2B82A8B5" w14:textId="77777777" w:rsidR="00923D7D" w:rsidRPr="006E23AC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E8F0257" w14:textId="77777777" w:rsidR="0085747A" w:rsidRPr="006E23AC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E23AC">
        <w:rPr>
          <w:rFonts w:ascii="Corbel" w:hAnsi="Corbel"/>
          <w:smallCaps w:val="0"/>
          <w:szCs w:val="24"/>
        </w:rPr>
        <w:t xml:space="preserve">4.2 </w:t>
      </w:r>
      <w:r w:rsidR="0085747A" w:rsidRPr="006E23AC">
        <w:rPr>
          <w:rFonts w:ascii="Corbel" w:hAnsi="Corbel"/>
          <w:smallCaps w:val="0"/>
          <w:szCs w:val="24"/>
        </w:rPr>
        <w:t>Warunki zaliczenia przedmiotu (kryteria oceniania)</w:t>
      </w:r>
    </w:p>
    <w:p w14:paraId="5F59B499" w14:textId="77777777" w:rsidR="00923D7D" w:rsidRPr="006E23AC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6E23AC" w14:paraId="4BDD31A2" w14:textId="77777777" w:rsidTr="00923D7D">
        <w:tc>
          <w:tcPr>
            <w:tcW w:w="9670" w:type="dxa"/>
          </w:tcPr>
          <w:p w14:paraId="0F722821" w14:textId="77777777" w:rsidR="004A1B71" w:rsidRPr="006E23AC" w:rsidRDefault="004A1B71" w:rsidP="004A1B7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Warunkiem zaliczenia przedmiotu jest:</w:t>
            </w:r>
          </w:p>
          <w:p w14:paraId="297A2599" w14:textId="77777777" w:rsidR="004A1B71" w:rsidRPr="006E23AC" w:rsidRDefault="004A1B71" w:rsidP="004A1B7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 xml:space="preserve">- obowiązkowe uczestnictwo w zajęciach, realizowanych w blokach 5 godzinnych. </w:t>
            </w:r>
          </w:p>
          <w:p w14:paraId="4E012D7B" w14:textId="77777777" w:rsidR="004A1B71" w:rsidRPr="006E23AC" w:rsidRDefault="004A1B71" w:rsidP="004A1B7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- praca końcowa po każdych zajęciach (kartkówka  z tematyki przećwiczonej w grze).</w:t>
            </w:r>
          </w:p>
          <w:p w14:paraId="1E3AABCA" w14:textId="77777777" w:rsidR="0085747A" w:rsidRPr="006E23AC" w:rsidRDefault="004A1B71" w:rsidP="004A1B71">
            <w:pPr>
              <w:pStyle w:val="NormalnyWeb"/>
              <w:spacing w:before="0" w:beforeAutospacing="0" w:after="0" w:afterAutospacing="0"/>
              <w:rPr>
                <w:rFonts w:ascii="Corbel" w:eastAsia="Calibri" w:hAnsi="Corbel"/>
                <w:lang w:eastAsia="en-US"/>
              </w:rPr>
            </w:pPr>
            <w:r w:rsidRPr="006E23AC">
              <w:rPr>
                <w:rFonts w:ascii="Corbel" w:hAnsi="Corbel"/>
              </w:rPr>
              <w:t>Ocena na zaliczenie jest wypadkową z uczestnictwa w zajęciach i pozytywnej odpowiedzi na pytanie związane z tematyką realizowanej gry.</w:t>
            </w:r>
          </w:p>
        </w:tc>
      </w:tr>
    </w:tbl>
    <w:p w14:paraId="7FC5F81A" w14:textId="77777777" w:rsidR="0085747A" w:rsidRPr="006E23A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8CBFEFF" w14:textId="77777777" w:rsidR="009F4610" w:rsidRPr="006E23AC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6E23AC">
        <w:rPr>
          <w:rFonts w:ascii="Corbel" w:hAnsi="Corbel"/>
          <w:b/>
          <w:sz w:val="24"/>
          <w:szCs w:val="24"/>
        </w:rPr>
        <w:t xml:space="preserve">5. </w:t>
      </w:r>
      <w:r w:rsidR="00C61DC5" w:rsidRPr="006E23AC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6E23AC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6E23AC">
        <w:rPr>
          <w:rFonts w:ascii="Corbel" w:hAnsi="Corbel"/>
          <w:b/>
          <w:sz w:val="24"/>
          <w:szCs w:val="24"/>
        </w:rPr>
        <w:t xml:space="preserve"> </w:t>
      </w:r>
    </w:p>
    <w:p w14:paraId="750258B8" w14:textId="77777777" w:rsidR="0085747A" w:rsidRPr="006E23A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6E23AC" w14:paraId="5447A224" w14:textId="77777777" w:rsidTr="003E1941">
        <w:tc>
          <w:tcPr>
            <w:tcW w:w="4962" w:type="dxa"/>
            <w:vAlign w:val="center"/>
          </w:tcPr>
          <w:p w14:paraId="7612941C" w14:textId="77777777" w:rsidR="0085747A" w:rsidRPr="006E23AC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E23AC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6E23AC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6E23AC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1C8ED62" w14:textId="77777777" w:rsidR="0085747A" w:rsidRPr="006E23AC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E23AC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6E23AC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6E23AC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6E23AC" w14:paraId="146D6F00" w14:textId="77777777" w:rsidTr="00923D7D">
        <w:tc>
          <w:tcPr>
            <w:tcW w:w="4962" w:type="dxa"/>
          </w:tcPr>
          <w:p w14:paraId="5B241B3D" w14:textId="77777777" w:rsidR="0085747A" w:rsidRPr="006E23A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G</w:t>
            </w:r>
            <w:r w:rsidR="0085747A" w:rsidRPr="006E23AC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6E23AC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6E23AC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6E23AC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6E23AC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6E23AC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6E23AC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335DD09" w14:textId="684116D6" w:rsidR="0085747A" w:rsidRPr="006E23AC" w:rsidRDefault="003E2326" w:rsidP="00574E4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</w:tc>
      </w:tr>
      <w:tr w:rsidR="00C61DC5" w:rsidRPr="006E23AC" w14:paraId="0432AC10" w14:textId="77777777" w:rsidTr="00923D7D">
        <w:tc>
          <w:tcPr>
            <w:tcW w:w="4962" w:type="dxa"/>
          </w:tcPr>
          <w:p w14:paraId="4548067A" w14:textId="77777777" w:rsidR="00C61DC5" w:rsidRPr="006E23A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6E23AC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72D47FD" w14:textId="77777777" w:rsidR="00C61DC5" w:rsidRPr="006E23A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1F2FB4AA" w14:textId="77777777" w:rsidR="00C61DC5" w:rsidRPr="006E23AC" w:rsidRDefault="00574E4D" w:rsidP="00574E4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6E23AC" w14:paraId="107932C9" w14:textId="77777777" w:rsidTr="00923D7D">
        <w:tc>
          <w:tcPr>
            <w:tcW w:w="4962" w:type="dxa"/>
          </w:tcPr>
          <w:p w14:paraId="26FF8E2C" w14:textId="77777777" w:rsidR="0071620A" w:rsidRPr="006E23A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6E23AC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6E23AC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34FDF5D7" w14:textId="77777777" w:rsidR="00C61DC5" w:rsidRPr="006E23A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(przygotowanie do zajęć)</w:t>
            </w:r>
          </w:p>
        </w:tc>
        <w:tc>
          <w:tcPr>
            <w:tcW w:w="4677" w:type="dxa"/>
          </w:tcPr>
          <w:p w14:paraId="0DCD1A5E" w14:textId="41CDB3BE" w:rsidR="00C61DC5" w:rsidRPr="006E23AC" w:rsidRDefault="003E2326" w:rsidP="00574E4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36</w:t>
            </w:r>
            <w:r w:rsidR="00574E4D" w:rsidRPr="006E23AC">
              <w:rPr>
                <w:rFonts w:ascii="Corbel" w:hAnsi="Corbel"/>
                <w:sz w:val="24"/>
                <w:szCs w:val="24"/>
              </w:rPr>
              <w:t xml:space="preserve">  </w:t>
            </w:r>
          </w:p>
        </w:tc>
      </w:tr>
      <w:tr w:rsidR="0085747A" w:rsidRPr="006E23AC" w14:paraId="7ED36DCC" w14:textId="77777777" w:rsidTr="00923D7D">
        <w:tc>
          <w:tcPr>
            <w:tcW w:w="4962" w:type="dxa"/>
          </w:tcPr>
          <w:p w14:paraId="149E0A0F" w14:textId="77777777" w:rsidR="0085747A" w:rsidRPr="006E23AC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DF4AE67" w14:textId="77777777" w:rsidR="0085747A" w:rsidRPr="006E23AC" w:rsidRDefault="00574E4D" w:rsidP="00574E4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6E23AC" w14:paraId="06AE2885" w14:textId="77777777" w:rsidTr="00923D7D">
        <w:tc>
          <w:tcPr>
            <w:tcW w:w="4962" w:type="dxa"/>
          </w:tcPr>
          <w:p w14:paraId="102816C9" w14:textId="77777777" w:rsidR="0085747A" w:rsidRPr="006E23AC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6E23AC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6E23AC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6CFED13E" w14:textId="77777777" w:rsidR="0085747A" w:rsidRPr="006E23AC" w:rsidRDefault="00574E4D" w:rsidP="00574E4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255267E" w14:textId="77777777" w:rsidR="0085747A" w:rsidRPr="006E23AC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6E23AC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6E23AC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6E23AC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6E23AC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77B2A81B" w14:textId="77777777" w:rsidR="003E1941" w:rsidRPr="006E23AC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E80913" w14:textId="77777777" w:rsidR="0085747A" w:rsidRPr="006E23AC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E23AC">
        <w:rPr>
          <w:rFonts w:ascii="Corbel" w:hAnsi="Corbel"/>
          <w:smallCaps w:val="0"/>
          <w:szCs w:val="24"/>
        </w:rPr>
        <w:t xml:space="preserve">6. </w:t>
      </w:r>
      <w:r w:rsidR="0085747A" w:rsidRPr="006E23AC">
        <w:rPr>
          <w:rFonts w:ascii="Corbel" w:hAnsi="Corbel"/>
          <w:smallCaps w:val="0"/>
          <w:szCs w:val="24"/>
        </w:rPr>
        <w:t>PRAKTYKI ZAWO</w:t>
      </w:r>
      <w:r w:rsidR="009D3F3B" w:rsidRPr="006E23AC">
        <w:rPr>
          <w:rFonts w:ascii="Corbel" w:hAnsi="Corbel"/>
          <w:smallCaps w:val="0"/>
          <w:szCs w:val="24"/>
        </w:rPr>
        <w:t>DOWE W RAMACH PRZEDMIOTU</w:t>
      </w:r>
    </w:p>
    <w:p w14:paraId="2FB0DBB8" w14:textId="77777777" w:rsidR="0085747A" w:rsidRPr="006E23AC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85747A" w:rsidRPr="006E23AC" w14:paraId="4E4B567A" w14:textId="77777777" w:rsidTr="004A1B71">
        <w:trPr>
          <w:trHeight w:val="397"/>
          <w:jc w:val="center"/>
        </w:trPr>
        <w:tc>
          <w:tcPr>
            <w:tcW w:w="3544" w:type="dxa"/>
          </w:tcPr>
          <w:p w14:paraId="2EE9F611" w14:textId="77777777" w:rsidR="0085747A" w:rsidRPr="006E23A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E23AC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091A3F2" w14:textId="77777777" w:rsidR="0085747A" w:rsidRPr="006E23AC" w:rsidRDefault="004A1B71" w:rsidP="004A1B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E23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6E23AC" w14:paraId="6ACAE008" w14:textId="77777777" w:rsidTr="004A1B71">
        <w:trPr>
          <w:trHeight w:val="397"/>
          <w:jc w:val="center"/>
        </w:trPr>
        <w:tc>
          <w:tcPr>
            <w:tcW w:w="3544" w:type="dxa"/>
          </w:tcPr>
          <w:p w14:paraId="3B415ED0" w14:textId="77777777" w:rsidR="0085747A" w:rsidRPr="006E23A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E23AC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5DF18E5" w14:textId="77777777" w:rsidR="0085747A" w:rsidRPr="006E23AC" w:rsidRDefault="004A1B71" w:rsidP="004A1B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E23AC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40180C1" w14:textId="77777777" w:rsidR="003E1941" w:rsidRPr="006E23AC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8B52AAE" w14:textId="77777777" w:rsidR="0085747A" w:rsidRPr="006E23AC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E23AC">
        <w:rPr>
          <w:rFonts w:ascii="Corbel" w:hAnsi="Corbel"/>
          <w:smallCaps w:val="0"/>
          <w:szCs w:val="24"/>
        </w:rPr>
        <w:t xml:space="preserve">7. </w:t>
      </w:r>
      <w:r w:rsidR="0085747A" w:rsidRPr="006E23AC">
        <w:rPr>
          <w:rFonts w:ascii="Corbel" w:hAnsi="Corbel"/>
          <w:smallCaps w:val="0"/>
          <w:szCs w:val="24"/>
        </w:rPr>
        <w:t>LITERATURA</w:t>
      </w:r>
    </w:p>
    <w:p w14:paraId="69332263" w14:textId="77777777" w:rsidR="00675843" w:rsidRPr="006E23AC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pPr w:leftFromText="141" w:rightFromText="141" w:vertAnchor="text" w:tblpXSpec="center" w:tblpY="1"/>
        <w:tblOverlap w:val="never"/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6E23AC" w14:paraId="549FE4DA" w14:textId="77777777" w:rsidTr="3FE39A7F">
        <w:trPr>
          <w:trHeight w:val="397"/>
        </w:trPr>
        <w:tc>
          <w:tcPr>
            <w:tcW w:w="7513" w:type="dxa"/>
          </w:tcPr>
          <w:p w14:paraId="69BB0D40" w14:textId="77777777" w:rsidR="0085747A" w:rsidRPr="006E23AC" w:rsidRDefault="0085747A" w:rsidP="00684D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E23AC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Literatura podstawowa:</w:t>
            </w:r>
          </w:p>
          <w:p w14:paraId="47F82F8F" w14:textId="77777777" w:rsidR="00574E4D" w:rsidRPr="006E23AC" w:rsidRDefault="00574E4D" w:rsidP="004A1B71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57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6E23AC">
              <w:rPr>
                <w:rFonts w:ascii="Corbel" w:hAnsi="Corbel"/>
                <w:sz w:val="24"/>
                <w:szCs w:val="24"/>
              </w:rPr>
              <w:t>Buglewicz</w:t>
            </w:r>
            <w:proofErr w:type="spellEnd"/>
            <w:r w:rsidRPr="006E23AC">
              <w:rPr>
                <w:rFonts w:ascii="Corbel" w:hAnsi="Corbel"/>
                <w:sz w:val="24"/>
                <w:szCs w:val="24"/>
              </w:rPr>
              <w:t xml:space="preserve"> K., Społeczna odpowiedzialność biznesu. Nowa wartość konkurencyjna, PWE Warszawa 2017</w:t>
            </w:r>
          </w:p>
          <w:p w14:paraId="17455C97" w14:textId="77777777" w:rsidR="00574E4D" w:rsidRPr="006E23AC" w:rsidRDefault="00574E4D" w:rsidP="004A1B71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57"/>
              <w:jc w:val="both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Hamilton CH., Skuteczna komunikacja w biznesie. PWN, Warszawa 2011</w:t>
            </w:r>
          </w:p>
          <w:p w14:paraId="5AFDC5F3" w14:textId="77777777" w:rsidR="00574E4D" w:rsidRPr="006E23AC" w:rsidRDefault="00574E4D" w:rsidP="004A1B71">
            <w:pPr>
              <w:pStyle w:val="Punktygwne"/>
              <w:numPr>
                <w:ilvl w:val="0"/>
                <w:numId w:val="4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6E23AC">
              <w:rPr>
                <w:rFonts w:ascii="Corbel" w:hAnsi="Corbel"/>
                <w:b w:val="0"/>
                <w:smallCaps w:val="0"/>
                <w:szCs w:val="24"/>
              </w:rPr>
              <w:t>Tracy B., Zarz</w:t>
            </w:r>
            <w:r w:rsidR="00684D02" w:rsidRPr="006E23AC">
              <w:rPr>
                <w:rFonts w:ascii="Corbel" w:hAnsi="Corbel"/>
                <w:b w:val="0"/>
                <w:smallCaps w:val="0"/>
                <w:szCs w:val="24"/>
              </w:rPr>
              <w:t>ą</w:t>
            </w:r>
            <w:r w:rsidRPr="006E23AC">
              <w:rPr>
                <w:rFonts w:ascii="Corbel" w:hAnsi="Corbel"/>
                <w:b w:val="0"/>
                <w:smallCaps w:val="0"/>
                <w:szCs w:val="24"/>
              </w:rPr>
              <w:t>dzanie czasem, MT Biznes, 2014</w:t>
            </w:r>
          </w:p>
        </w:tc>
      </w:tr>
      <w:tr w:rsidR="0085747A" w:rsidRPr="006E23AC" w14:paraId="721D2C21" w14:textId="77777777" w:rsidTr="3FE39A7F">
        <w:trPr>
          <w:trHeight w:val="397"/>
        </w:trPr>
        <w:tc>
          <w:tcPr>
            <w:tcW w:w="7513" w:type="dxa"/>
          </w:tcPr>
          <w:p w14:paraId="151B566A" w14:textId="77777777" w:rsidR="0085747A" w:rsidRPr="006E23AC" w:rsidRDefault="0085747A" w:rsidP="00684D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E23AC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4CEE478" w14:textId="77777777" w:rsidR="00574E4D" w:rsidRPr="006E23AC" w:rsidRDefault="00684D02" w:rsidP="004A1B71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457"/>
              <w:jc w:val="both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Balcerak A., Woźniak J., Gry menedżerskie, Gdańskie Wyd. Psychologiczne 2016</w:t>
            </w:r>
          </w:p>
          <w:p w14:paraId="201F9FC5" w14:textId="77777777" w:rsidR="00574E4D" w:rsidRPr="006E23AC" w:rsidRDefault="04100EAF" w:rsidP="004A1B71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457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6E23AC">
              <w:rPr>
                <w:rFonts w:ascii="Corbel" w:hAnsi="Corbel"/>
                <w:sz w:val="24"/>
                <w:szCs w:val="24"/>
              </w:rPr>
              <w:t>Falecki</w:t>
            </w:r>
            <w:proofErr w:type="spellEnd"/>
            <w:r w:rsidRPr="006E23AC">
              <w:rPr>
                <w:rFonts w:ascii="Corbel" w:hAnsi="Corbel"/>
                <w:sz w:val="24"/>
                <w:szCs w:val="24"/>
              </w:rPr>
              <w:t xml:space="preserve"> J., Organizacja gier decyzyjnych w zarządzaniu kryzysowym – gry decyzyjne w zarządzaniu kryzysowym, Wyższa Szkoła </w:t>
            </w:r>
            <w:proofErr w:type="spellStart"/>
            <w:r w:rsidRPr="006E23AC">
              <w:rPr>
                <w:rFonts w:ascii="Corbel" w:hAnsi="Corbel"/>
                <w:sz w:val="24"/>
                <w:szCs w:val="24"/>
              </w:rPr>
              <w:t>Humanitas</w:t>
            </w:r>
            <w:proofErr w:type="spellEnd"/>
            <w:r w:rsidRPr="006E23AC">
              <w:rPr>
                <w:rFonts w:ascii="Corbel" w:hAnsi="Corbel"/>
                <w:sz w:val="24"/>
                <w:szCs w:val="24"/>
              </w:rPr>
              <w:t>, Sosnowiec 201</w:t>
            </w:r>
            <w:r w:rsidR="00684D02" w:rsidRPr="006E23AC">
              <w:rPr>
                <w:rFonts w:ascii="Corbel" w:hAnsi="Corbel"/>
                <w:sz w:val="24"/>
                <w:szCs w:val="24"/>
              </w:rPr>
              <w:t>5</w:t>
            </w:r>
          </w:p>
          <w:p w14:paraId="784109AD" w14:textId="77777777" w:rsidR="00574E4D" w:rsidRPr="006E23AC" w:rsidRDefault="76737322" w:rsidP="3FE39A7F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457"/>
              <w:jc w:val="both"/>
              <w:rPr>
                <w:sz w:val="24"/>
                <w:szCs w:val="24"/>
              </w:rPr>
            </w:pPr>
            <w:r w:rsidRPr="006E23AC">
              <w:rPr>
                <w:rFonts w:ascii="Corbel" w:eastAsia="Times New Roman" w:hAnsi="Corbel"/>
                <w:color w:val="000000" w:themeColor="text1"/>
              </w:rPr>
              <w:t>S</w:t>
            </w:r>
            <w:r w:rsidRPr="006E23AC">
              <w:rPr>
                <w:rFonts w:ascii="Corbel" w:hAnsi="Corbel"/>
                <w:sz w:val="24"/>
                <w:szCs w:val="24"/>
              </w:rPr>
              <w:t xml:space="preserve">zara K., Kapitał kreatywny w przedsiębiorstwie, </w:t>
            </w:r>
            <w:proofErr w:type="spellStart"/>
            <w:r w:rsidRPr="006E23AC">
              <w:rPr>
                <w:rFonts w:ascii="Corbel" w:hAnsi="Corbel"/>
                <w:sz w:val="24"/>
                <w:szCs w:val="24"/>
              </w:rPr>
              <w:t>CeDeWu</w:t>
            </w:r>
            <w:proofErr w:type="spellEnd"/>
            <w:r w:rsidRPr="006E23AC">
              <w:rPr>
                <w:rFonts w:ascii="Corbel" w:hAnsi="Corbel"/>
                <w:sz w:val="24"/>
                <w:szCs w:val="24"/>
              </w:rPr>
              <w:t>, Warszawa, 2019</w:t>
            </w:r>
          </w:p>
        </w:tc>
      </w:tr>
    </w:tbl>
    <w:p w14:paraId="6432D89C" w14:textId="77777777" w:rsidR="3FE39A7F" w:rsidRPr="006E23AC" w:rsidRDefault="3FE39A7F" w:rsidP="3FE39A7F">
      <w:pPr>
        <w:pStyle w:val="Punktygwne"/>
        <w:spacing w:before="0" w:after="0"/>
        <w:ind w:left="360"/>
      </w:pPr>
    </w:p>
    <w:p w14:paraId="0DACC4CC" w14:textId="77777777" w:rsidR="0085747A" w:rsidRPr="006E23AC" w:rsidRDefault="76737322" w:rsidP="3FE39A7F">
      <w:pPr>
        <w:pStyle w:val="Punktygwne"/>
        <w:spacing w:before="0" w:after="0"/>
        <w:ind w:left="360"/>
        <w:rPr>
          <w:rFonts w:ascii="Corbel" w:hAnsi="Corbel"/>
          <w:b w:val="0"/>
          <w:smallCaps w:val="0"/>
        </w:rPr>
      </w:pPr>
      <w:r w:rsidRPr="006E23AC">
        <w:t xml:space="preserve"> </w:t>
      </w:r>
      <w:r w:rsidR="00684D02" w:rsidRPr="006E23AC">
        <w:rPr>
          <w:rFonts w:ascii="Corbel" w:hAnsi="Corbel"/>
          <w:b w:val="0"/>
          <w:smallCaps w:val="0"/>
          <w:szCs w:val="24"/>
        </w:rPr>
        <w:br w:type="textWrapping" w:clear="all"/>
      </w:r>
    </w:p>
    <w:p w14:paraId="38067DB5" w14:textId="77777777" w:rsidR="0085747A" w:rsidRPr="006E23AC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C115A0C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6E23AC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7081D5" w14:textId="77777777" w:rsidR="00DD206F" w:rsidRDefault="00DD206F" w:rsidP="00C16ABF">
      <w:pPr>
        <w:spacing w:after="0" w:line="240" w:lineRule="auto"/>
      </w:pPr>
      <w:r>
        <w:separator/>
      </w:r>
    </w:p>
  </w:endnote>
  <w:endnote w:type="continuationSeparator" w:id="0">
    <w:p w14:paraId="177E4727" w14:textId="77777777" w:rsidR="00DD206F" w:rsidRDefault="00DD206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F4E5C9" w14:textId="77777777" w:rsidR="00DD206F" w:rsidRDefault="00DD206F" w:rsidP="00C16ABF">
      <w:pPr>
        <w:spacing w:after="0" w:line="240" w:lineRule="auto"/>
      </w:pPr>
      <w:r>
        <w:separator/>
      </w:r>
    </w:p>
  </w:footnote>
  <w:footnote w:type="continuationSeparator" w:id="0">
    <w:p w14:paraId="1804F2E1" w14:textId="77777777" w:rsidR="00DD206F" w:rsidRDefault="00DD206F" w:rsidP="00C16ABF">
      <w:pPr>
        <w:spacing w:after="0" w:line="240" w:lineRule="auto"/>
      </w:pPr>
      <w:r>
        <w:continuationSeparator/>
      </w:r>
    </w:p>
  </w:footnote>
  <w:footnote w:id="1">
    <w:p w14:paraId="02E0B0E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0A57734"/>
    <w:multiLevelType w:val="hybridMultilevel"/>
    <w:tmpl w:val="19C284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8D868A5"/>
    <w:multiLevelType w:val="hybridMultilevel"/>
    <w:tmpl w:val="91C6E1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9C32A69"/>
    <w:multiLevelType w:val="hybridMultilevel"/>
    <w:tmpl w:val="19C284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8347B8"/>
    <w:multiLevelType w:val="hybridMultilevel"/>
    <w:tmpl w:val="6360B022"/>
    <w:lvl w:ilvl="0" w:tplc="043859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50AB29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4823D6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CE2CC9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4CE8BE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084FB5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F1E698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072ACC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4746DF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A7F46"/>
    <w:rsid w:val="000B192D"/>
    <w:rsid w:val="000B1B91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0AF8"/>
    <w:rsid w:val="00146BC0"/>
    <w:rsid w:val="00153C41"/>
    <w:rsid w:val="00154381"/>
    <w:rsid w:val="00160BF6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045B5"/>
    <w:rsid w:val="002144C0"/>
    <w:rsid w:val="00215FA7"/>
    <w:rsid w:val="0022477D"/>
    <w:rsid w:val="002278A9"/>
    <w:rsid w:val="002336F9"/>
    <w:rsid w:val="0024028F"/>
    <w:rsid w:val="0024281D"/>
    <w:rsid w:val="00244ABC"/>
    <w:rsid w:val="0024574E"/>
    <w:rsid w:val="00245E7D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53A7"/>
    <w:rsid w:val="002F02A3"/>
    <w:rsid w:val="002F4ABE"/>
    <w:rsid w:val="002F5D29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53D65"/>
    <w:rsid w:val="00363F78"/>
    <w:rsid w:val="003A0A5B"/>
    <w:rsid w:val="003A1176"/>
    <w:rsid w:val="003C0BAE"/>
    <w:rsid w:val="003D18A9"/>
    <w:rsid w:val="003D6CE2"/>
    <w:rsid w:val="003E1941"/>
    <w:rsid w:val="003E22D3"/>
    <w:rsid w:val="003E2326"/>
    <w:rsid w:val="003E2FE6"/>
    <w:rsid w:val="003E49D5"/>
    <w:rsid w:val="003F205D"/>
    <w:rsid w:val="003F38C0"/>
    <w:rsid w:val="003F6E1D"/>
    <w:rsid w:val="00405E1E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1B71"/>
    <w:rsid w:val="004A3EEA"/>
    <w:rsid w:val="004A4D1F"/>
    <w:rsid w:val="004D5282"/>
    <w:rsid w:val="004F1551"/>
    <w:rsid w:val="004F55A3"/>
    <w:rsid w:val="0050496F"/>
    <w:rsid w:val="00507413"/>
    <w:rsid w:val="00513B6F"/>
    <w:rsid w:val="00517C63"/>
    <w:rsid w:val="0052625A"/>
    <w:rsid w:val="005363C4"/>
    <w:rsid w:val="00536BDE"/>
    <w:rsid w:val="00543ACC"/>
    <w:rsid w:val="0055221B"/>
    <w:rsid w:val="0056696D"/>
    <w:rsid w:val="00567581"/>
    <w:rsid w:val="00574E4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03136"/>
    <w:rsid w:val="0061029B"/>
    <w:rsid w:val="006167CC"/>
    <w:rsid w:val="00617230"/>
    <w:rsid w:val="0062004D"/>
    <w:rsid w:val="00621CE1"/>
    <w:rsid w:val="00627FC9"/>
    <w:rsid w:val="00647FA8"/>
    <w:rsid w:val="00650C5F"/>
    <w:rsid w:val="00654934"/>
    <w:rsid w:val="006620D9"/>
    <w:rsid w:val="00671958"/>
    <w:rsid w:val="00675843"/>
    <w:rsid w:val="00684D02"/>
    <w:rsid w:val="00696477"/>
    <w:rsid w:val="006D050F"/>
    <w:rsid w:val="006D6139"/>
    <w:rsid w:val="006E23AC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55E6"/>
    <w:rsid w:val="00766FD4"/>
    <w:rsid w:val="0078168C"/>
    <w:rsid w:val="00782A50"/>
    <w:rsid w:val="00784235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05B6C"/>
    <w:rsid w:val="0081554D"/>
    <w:rsid w:val="0081707E"/>
    <w:rsid w:val="008449B3"/>
    <w:rsid w:val="00847A91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1E2A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9F7854"/>
    <w:rsid w:val="00A00ECC"/>
    <w:rsid w:val="00A155EE"/>
    <w:rsid w:val="00A2245B"/>
    <w:rsid w:val="00A30110"/>
    <w:rsid w:val="00A36899"/>
    <w:rsid w:val="00A371F6"/>
    <w:rsid w:val="00A43BF6"/>
    <w:rsid w:val="00A5363B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203"/>
    <w:rsid w:val="00AE2E74"/>
    <w:rsid w:val="00AE5FCB"/>
    <w:rsid w:val="00AF2C1E"/>
    <w:rsid w:val="00B06142"/>
    <w:rsid w:val="00B135B1"/>
    <w:rsid w:val="00B13624"/>
    <w:rsid w:val="00B16D57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1BE4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283E"/>
    <w:rsid w:val="00C67E92"/>
    <w:rsid w:val="00C70A26"/>
    <w:rsid w:val="00C766DF"/>
    <w:rsid w:val="00C94B98"/>
    <w:rsid w:val="00CA2B96"/>
    <w:rsid w:val="00CA5089"/>
    <w:rsid w:val="00CA56E5"/>
    <w:rsid w:val="00CB5664"/>
    <w:rsid w:val="00CC14FE"/>
    <w:rsid w:val="00CD1C49"/>
    <w:rsid w:val="00CD6897"/>
    <w:rsid w:val="00CE5BAC"/>
    <w:rsid w:val="00CF25BE"/>
    <w:rsid w:val="00CF78ED"/>
    <w:rsid w:val="00D02B25"/>
    <w:rsid w:val="00D02EBA"/>
    <w:rsid w:val="00D06CDC"/>
    <w:rsid w:val="00D17C3C"/>
    <w:rsid w:val="00D26B2C"/>
    <w:rsid w:val="00D352C9"/>
    <w:rsid w:val="00D425B2"/>
    <w:rsid w:val="00D428D6"/>
    <w:rsid w:val="00D449AD"/>
    <w:rsid w:val="00D552B2"/>
    <w:rsid w:val="00D608D1"/>
    <w:rsid w:val="00D74119"/>
    <w:rsid w:val="00D8075B"/>
    <w:rsid w:val="00D8678B"/>
    <w:rsid w:val="00DA2114"/>
    <w:rsid w:val="00DA6057"/>
    <w:rsid w:val="00DC6D0C"/>
    <w:rsid w:val="00DD206F"/>
    <w:rsid w:val="00DE09C0"/>
    <w:rsid w:val="00DE4A14"/>
    <w:rsid w:val="00DE5496"/>
    <w:rsid w:val="00DF0015"/>
    <w:rsid w:val="00DF320D"/>
    <w:rsid w:val="00DF71C8"/>
    <w:rsid w:val="00E129B8"/>
    <w:rsid w:val="00E21E7D"/>
    <w:rsid w:val="00E22D32"/>
    <w:rsid w:val="00E22FBC"/>
    <w:rsid w:val="00E24BF5"/>
    <w:rsid w:val="00E25338"/>
    <w:rsid w:val="00E51E44"/>
    <w:rsid w:val="00E51F0A"/>
    <w:rsid w:val="00E63348"/>
    <w:rsid w:val="00E661B9"/>
    <w:rsid w:val="00E742AA"/>
    <w:rsid w:val="00E75FEF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259B"/>
    <w:rsid w:val="00F948C1"/>
    <w:rsid w:val="00F974DA"/>
    <w:rsid w:val="00FA46E5"/>
    <w:rsid w:val="00FB7DBA"/>
    <w:rsid w:val="00FC1C25"/>
    <w:rsid w:val="00FC3F45"/>
    <w:rsid w:val="00FC56CC"/>
    <w:rsid w:val="00FD503F"/>
    <w:rsid w:val="00FD7589"/>
    <w:rsid w:val="00FF016A"/>
    <w:rsid w:val="00FF1401"/>
    <w:rsid w:val="00FF5E7D"/>
    <w:rsid w:val="04100EAF"/>
    <w:rsid w:val="048067ED"/>
    <w:rsid w:val="0954634B"/>
    <w:rsid w:val="114C0421"/>
    <w:rsid w:val="172E6863"/>
    <w:rsid w:val="2587D452"/>
    <w:rsid w:val="26D3B6F0"/>
    <w:rsid w:val="29CC6064"/>
    <w:rsid w:val="2BBB3B5D"/>
    <w:rsid w:val="3AEA9AE2"/>
    <w:rsid w:val="3F339F8B"/>
    <w:rsid w:val="3FE39A7F"/>
    <w:rsid w:val="48327463"/>
    <w:rsid w:val="4EA1B5E7"/>
    <w:rsid w:val="580C816D"/>
    <w:rsid w:val="58F89321"/>
    <w:rsid w:val="6D724814"/>
    <w:rsid w:val="71088DF9"/>
    <w:rsid w:val="7261B18A"/>
    <w:rsid w:val="767373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D15198"/>
  <w15:docId w15:val="{5959A48F-97F3-4124-A4C7-E94CCBA91E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E75FE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E75FE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2946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28589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890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E407F1-5638-4D86-9B87-9443C1F479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68ADECB-29CE-433C-A4BA-10F14667E9A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60DB01D-382E-49A4-8A9C-3CD8BEBCC04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D10CB1F-7B77-4E20-A31C-BAC746F983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786</Words>
  <Characters>4717</Characters>
  <Application>Microsoft Office Word</Application>
  <DocSecurity>0</DocSecurity>
  <Lines>39</Lines>
  <Paragraphs>10</Paragraphs>
  <ScaleCrop>false</ScaleCrop>
  <Company>Hewlett-Packard Company</Company>
  <LinksUpToDate>false</LinksUpToDate>
  <CharactersWithSpaces>5493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6</cp:revision>
  <cp:lastPrinted>2019-02-06T12:12:00Z</cp:lastPrinted>
  <dcterms:created xsi:type="dcterms:W3CDTF">2020-12-20T05:56:00Z</dcterms:created>
  <dcterms:modified xsi:type="dcterms:W3CDTF">2021-09-06T07:15:00Z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